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2B1" w:rsidRDefault="00C232B1" w:rsidP="006C4D30">
      <w:r w:rsidRPr="00B47B4B">
        <w:rPr>
          <w:noProof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style="width:276pt;height:54.75pt;visibility:visible">
            <v:imagedata r:id="rId4" o:title=""/>
          </v:shape>
        </w:pict>
      </w:r>
    </w:p>
    <w:p w:rsidR="00C232B1" w:rsidRDefault="00C232B1" w:rsidP="006C4D30">
      <w:r>
        <w:t xml:space="preserve">Grata la voz del agua </w:t>
      </w:r>
    </w:p>
    <w:p w:rsidR="00C232B1" w:rsidRDefault="00C232B1" w:rsidP="006C4D30">
      <w:r>
        <w:t xml:space="preserve">a quien abrumaron negras arenas, </w:t>
      </w:r>
      <w:bookmarkStart w:id="0" w:name="_GoBack"/>
      <w:bookmarkEnd w:id="0"/>
    </w:p>
    <w:p w:rsidR="00C232B1" w:rsidRDefault="00C232B1" w:rsidP="006C4D30">
      <w:r>
        <w:t xml:space="preserve">grato a la mano cóncava </w:t>
      </w:r>
    </w:p>
    <w:p w:rsidR="00C232B1" w:rsidRDefault="00C232B1" w:rsidP="006C4D30">
      <w:r>
        <w:t xml:space="preserve">el mármol circular de la columna, </w:t>
      </w:r>
    </w:p>
    <w:p w:rsidR="00C232B1" w:rsidRDefault="00C232B1" w:rsidP="006C4D30">
      <w:r>
        <w:t xml:space="preserve">gratos los finos laberintos del agua </w:t>
      </w:r>
    </w:p>
    <w:p w:rsidR="00C232B1" w:rsidRDefault="00C232B1" w:rsidP="006C4D30">
      <w:r>
        <w:t xml:space="preserve">entre los limoneros, </w:t>
      </w:r>
    </w:p>
    <w:p w:rsidR="00C232B1" w:rsidRDefault="00C232B1" w:rsidP="006C4D30">
      <w:r>
        <w:t xml:space="preserve">grata la música del zéjel, </w:t>
      </w:r>
    </w:p>
    <w:p w:rsidR="00C232B1" w:rsidRDefault="00C232B1" w:rsidP="006C4D30">
      <w:r>
        <w:t xml:space="preserve">grato el amor y grata la plegaria </w:t>
      </w:r>
    </w:p>
    <w:p w:rsidR="00C232B1" w:rsidRDefault="00C232B1" w:rsidP="006C4D30">
      <w:r>
        <w:t xml:space="preserve">dirigida a un Dios que está solo, </w:t>
      </w:r>
    </w:p>
    <w:p w:rsidR="00C232B1" w:rsidRDefault="00C232B1" w:rsidP="006C4D30">
      <w:r>
        <w:t xml:space="preserve">grato el jazmín. </w:t>
      </w:r>
    </w:p>
    <w:p w:rsidR="00C232B1" w:rsidRDefault="00C232B1" w:rsidP="006C4D30"/>
    <w:p w:rsidR="00C232B1" w:rsidRDefault="00C232B1" w:rsidP="006C4D30">
      <w:r>
        <w:t xml:space="preserve">Vano el alfanje </w:t>
      </w:r>
    </w:p>
    <w:p w:rsidR="00C232B1" w:rsidRDefault="00C232B1" w:rsidP="006C4D30">
      <w:r>
        <w:t xml:space="preserve">ante las largas lanzas de los muchos, </w:t>
      </w:r>
    </w:p>
    <w:p w:rsidR="00C232B1" w:rsidRDefault="00C232B1" w:rsidP="006C4D30">
      <w:r>
        <w:t xml:space="preserve">vano ser el mejor. </w:t>
      </w:r>
    </w:p>
    <w:p w:rsidR="00C232B1" w:rsidRDefault="00C232B1" w:rsidP="006C4D30">
      <w:r>
        <w:t xml:space="preserve">Grato sentir o presentir, rey doliente, </w:t>
      </w:r>
    </w:p>
    <w:p w:rsidR="00C232B1" w:rsidRDefault="00C232B1" w:rsidP="006C4D30">
      <w:r>
        <w:t xml:space="preserve">que tus dulzuras son adioses, </w:t>
      </w:r>
    </w:p>
    <w:p w:rsidR="00C232B1" w:rsidRDefault="00C232B1" w:rsidP="006C4D30">
      <w:r>
        <w:t xml:space="preserve">que te será negada la llave, </w:t>
      </w:r>
    </w:p>
    <w:p w:rsidR="00C232B1" w:rsidRDefault="00C232B1" w:rsidP="006C4D30">
      <w:r>
        <w:t xml:space="preserve">que la cruz del infiel borrará la luna, </w:t>
      </w:r>
    </w:p>
    <w:p w:rsidR="00C232B1" w:rsidRDefault="00C232B1" w:rsidP="006C4D30">
      <w:r>
        <w:t>que la tarde que miras es la última.</w:t>
      </w:r>
    </w:p>
    <w:p w:rsidR="00C232B1" w:rsidRDefault="00C232B1">
      <w:r>
        <w:t>Andrea Romero 1º B</w:t>
      </w:r>
    </w:p>
    <w:sectPr w:rsidR="00C232B1" w:rsidSect="00C57F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D30"/>
    <w:rsid w:val="00200492"/>
    <w:rsid w:val="006C4D30"/>
    <w:rsid w:val="00B47B4B"/>
    <w:rsid w:val="00C232B1"/>
    <w:rsid w:val="00C57F2D"/>
    <w:rsid w:val="00E2230E"/>
    <w:rsid w:val="00F96527"/>
    <w:rsid w:val="00FF1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F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C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4D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87</Words>
  <Characters>484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</dc:creator>
  <cp:keywords/>
  <dc:description/>
  <cp:lastModifiedBy>Adela Gascón Leal</cp:lastModifiedBy>
  <cp:revision>2</cp:revision>
  <dcterms:created xsi:type="dcterms:W3CDTF">2013-11-14T16:16:00Z</dcterms:created>
  <dcterms:modified xsi:type="dcterms:W3CDTF">2013-11-14T21:41:00Z</dcterms:modified>
</cp:coreProperties>
</file>