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913" w:rsidRDefault="00620913">
      <w:pPr>
        <w:rPr>
          <w:color w:val="FF0000"/>
          <w:sz w:val="96"/>
        </w:rPr>
      </w:pPr>
      <w:r w:rsidRPr="00143FB5">
        <w:rPr>
          <w:color w:val="FF0000"/>
        </w:rPr>
        <w:t xml:space="preserve">                           </w:t>
      </w:r>
      <w:r w:rsidRPr="00143FB5">
        <w:rPr>
          <w:color w:val="FF0000"/>
          <w:sz w:val="96"/>
        </w:rPr>
        <w:t>BURGUESES</w:t>
      </w:r>
    </w:p>
    <w:p w:rsidR="00620913" w:rsidRDefault="00620913">
      <w:pPr>
        <w:rPr>
          <w:color w:val="000000"/>
          <w:sz w:val="24"/>
        </w:rPr>
      </w:pPr>
      <w:r>
        <w:rPr>
          <w:color w:val="000000"/>
          <w:sz w:val="24"/>
        </w:rPr>
        <w:t xml:space="preserve">                                                                                   Nicolás Guillén</w:t>
      </w:r>
    </w:p>
    <w:p w:rsidR="00620913" w:rsidRPr="00143FB5" w:rsidRDefault="00620913">
      <w:pPr>
        <w:rPr>
          <w:color w:val="000000"/>
          <w:sz w:val="24"/>
        </w:rPr>
      </w:pPr>
      <w:r w:rsidRPr="00143FB5">
        <w:rPr>
          <w:color w:val="000000"/>
          <w:sz w:val="24"/>
        </w:rPr>
        <w:t>No me dan pena los burgueses vencidos.</w:t>
      </w:r>
      <w:r w:rsidRPr="00143FB5">
        <w:rPr>
          <w:color w:val="000000"/>
          <w:sz w:val="24"/>
        </w:rPr>
        <w:br/>
        <w:t>Y cuando pienso que van a dar me pena,</w:t>
      </w:r>
      <w:r w:rsidRPr="00143FB5">
        <w:rPr>
          <w:color w:val="000000"/>
          <w:sz w:val="24"/>
        </w:rPr>
        <w:br/>
        <w:t>aprieto bien los dientes, y cierro bien los ojos.</w:t>
      </w:r>
      <w:r w:rsidRPr="00143FB5">
        <w:rPr>
          <w:color w:val="000000"/>
          <w:sz w:val="24"/>
        </w:rPr>
        <w:br/>
      </w:r>
      <w:r w:rsidRPr="00143FB5">
        <w:rPr>
          <w:color w:val="000000"/>
          <w:sz w:val="24"/>
        </w:rPr>
        <w:br/>
        <w:t>Pienso en mis largos días sin zapatos ni rosas,</w:t>
      </w:r>
      <w:r w:rsidRPr="00143FB5">
        <w:rPr>
          <w:color w:val="000000"/>
          <w:sz w:val="24"/>
        </w:rPr>
        <w:br/>
        <w:t>pienso en mis largos días sin sombrero ni nubes,</w:t>
      </w:r>
      <w:r w:rsidRPr="00143FB5">
        <w:rPr>
          <w:color w:val="000000"/>
          <w:sz w:val="24"/>
        </w:rPr>
        <w:br/>
        <w:t>pienso en mis largos días sin camisa ni sueños,</w:t>
      </w:r>
      <w:r w:rsidRPr="00143FB5">
        <w:rPr>
          <w:color w:val="000000"/>
          <w:sz w:val="24"/>
        </w:rPr>
        <w:br/>
        <w:t>pienso en mis largos días con mi piel prohibida,</w:t>
      </w:r>
      <w:r w:rsidRPr="00143FB5">
        <w:rPr>
          <w:color w:val="000000"/>
          <w:sz w:val="24"/>
        </w:rPr>
        <w:br/>
        <w:t>pienso en mis largos días Y</w:t>
      </w:r>
      <w:r w:rsidRPr="00143FB5">
        <w:rPr>
          <w:color w:val="000000"/>
          <w:sz w:val="24"/>
        </w:rPr>
        <w:br/>
      </w:r>
      <w:r w:rsidRPr="00143FB5">
        <w:rPr>
          <w:color w:val="000000"/>
          <w:sz w:val="24"/>
        </w:rPr>
        <w:br/>
        <w:t>No pase, por favor, esto es un club.</w:t>
      </w:r>
      <w:r w:rsidRPr="00143FB5">
        <w:rPr>
          <w:color w:val="000000"/>
          <w:sz w:val="24"/>
        </w:rPr>
        <w:br/>
        <w:t>La nómina está llena.</w:t>
      </w:r>
      <w:r w:rsidRPr="00143FB5">
        <w:rPr>
          <w:color w:val="000000"/>
          <w:sz w:val="24"/>
        </w:rPr>
        <w:br/>
        <w:t>No hay pieza en el hotel.</w:t>
      </w:r>
      <w:r w:rsidRPr="00143FB5">
        <w:rPr>
          <w:color w:val="000000"/>
          <w:sz w:val="24"/>
        </w:rPr>
        <w:br/>
        <w:t>El señor ha salido.</w:t>
      </w:r>
      <w:r w:rsidRPr="00143FB5">
        <w:rPr>
          <w:color w:val="000000"/>
          <w:sz w:val="24"/>
        </w:rPr>
        <w:br/>
      </w:r>
      <w:r w:rsidRPr="00143FB5">
        <w:rPr>
          <w:color w:val="000000"/>
          <w:sz w:val="24"/>
        </w:rPr>
        <w:br/>
        <w:t>Se busca una muchacha.</w:t>
      </w:r>
      <w:r w:rsidRPr="00143FB5">
        <w:rPr>
          <w:color w:val="000000"/>
          <w:sz w:val="24"/>
        </w:rPr>
        <w:br/>
        <w:t>Fraude en las elecciones.</w:t>
      </w:r>
      <w:r w:rsidRPr="00143FB5">
        <w:rPr>
          <w:color w:val="000000"/>
          <w:sz w:val="24"/>
        </w:rPr>
        <w:br/>
        <w:t>Gran baile para ciegos.</w:t>
      </w:r>
      <w:r w:rsidRPr="00143FB5">
        <w:rPr>
          <w:color w:val="000000"/>
          <w:sz w:val="24"/>
        </w:rPr>
        <w:br/>
      </w:r>
      <w:r w:rsidRPr="00143FB5">
        <w:rPr>
          <w:color w:val="000000"/>
          <w:sz w:val="24"/>
        </w:rPr>
        <w:br/>
        <w:t>Cayó el premio mayor en Santa Clara.</w:t>
      </w:r>
      <w:r w:rsidRPr="00143FB5">
        <w:rPr>
          <w:color w:val="000000"/>
          <w:sz w:val="24"/>
        </w:rPr>
        <w:br/>
        <w:t>Tómbola para huérfanos.</w:t>
      </w:r>
      <w:r w:rsidRPr="00143FB5">
        <w:rPr>
          <w:color w:val="000000"/>
          <w:sz w:val="24"/>
        </w:rPr>
        <w:br/>
        <w:t>El caballero está en París.</w:t>
      </w:r>
      <w:r w:rsidRPr="00143FB5">
        <w:rPr>
          <w:color w:val="000000"/>
          <w:sz w:val="24"/>
        </w:rPr>
        <w:br/>
        <w:t>La señora marquesa no recibe.</w:t>
      </w:r>
      <w:r w:rsidRPr="00143FB5">
        <w:rPr>
          <w:color w:val="000000"/>
          <w:sz w:val="24"/>
        </w:rPr>
        <w:br/>
        <w:t>En fin Y</w:t>
      </w:r>
      <w:r w:rsidRPr="00143FB5">
        <w:rPr>
          <w:color w:val="000000"/>
          <w:sz w:val="24"/>
        </w:rPr>
        <w:br/>
      </w:r>
      <w:r w:rsidRPr="00143FB5">
        <w:rPr>
          <w:color w:val="000000"/>
          <w:sz w:val="24"/>
        </w:rPr>
        <w:br/>
        <w:t>Que todo lo recuerdo y como todo lo recuerdo,</w:t>
      </w:r>
      <w:r w:rsidRPr="00143FB5">
        <w:rPr>
          <w:color w:val="000000"/>
          <w:sz w:val="24"/>
        </w:rPr>
        <w:br/>
        <w:t>¿qué carajo me pide usted que haga?</w:t>
      </w:r>
      <w:r w:rsidRPr="00143FB5">
        <w:rPr>
          <w:color w:val="000000"/>
          <w:sz w:val="24"/>
        </w:rPr>
        <w:br/>
        <w:t>Además, pregúnteles,</w:t>
      </w:r>
      <w:r w:rsidRPr="00143FB5">
        <w:rPr>
          <w:color w:val="000000"/>
          <w:sz w:val="24"/>
        </w:rPr>
        <w:br/>
        <w:t>estoy seguro de que también</w:t>
      </w:r>
      <w:r w:rsidRPr="00143FB5">
        <w:rPr>
          <w:color w:val="000000"/>
          <w:sz w:val="24"/>
        </w:rPr>
        <w:br/>
        <w:t>recuerdan ellos.</w:t>
      </w:r>
      <w:bookmarkStart w:id="0" w:name="_GoBack"/>
      <w:bookmarkEnd w:id="0"/>
    </w:p>
    <w:sectPr w:rsidR="00620913" w:rsidRPr="00143FB5" w:rsidSect="00DF7BF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3FB5"/>
    <w:rsid w:val="000E6070"/>
    <w:rsid w:val="00143FB5"/>
    <w:rsid w:val="001E52F2"/>
    <w:rsid w:val="0027382A"/>
    <w:rsid w:val="004F7592"/>
    <w:rsid w:val="00620913"/>
    <w:rsid w:val="00700913"/>
    <w:rsid w:val="009D250B"/>
    <w:rsid w:val="00DF7BF1"/>
    <w:rsid w:val="00F939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BF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1</Pages>
  <Words>145</Words>
  <Characters>800</Characters>
  <Application>Microsoft Office Outlook</Application>
  <DocSecurity>0</DocSecurity>
  <Lines>0</Lines>
  <Paragraphs>0</Paragraphs>
  <ScaleCrop>false</ScaleCrop>
  <Company>Luffi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BURGUESES</dc:title>
  <dc:subject/>
  <dc:creator>Luffi</dc:creator>
  <cp:keywords/>
  <dc:description/>
  <cp:lastModifiedBy>Adela Gascón Leal</cp:lastModifiedBy>
  <cp:revision>3</cp:revision>
  <dcterms:created xsi:type="dcterms:W3CDTF">2013-11-14T19:14:00Z</dcterms:created>
  <dcterms:modified xsi:type="dcterms:W3CDTF">2014-04-27T23:49:00Z</dcterms:modified>
</cp:coreProperties>
</file>