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30" w:rsidRDefault="00E04530" w:rsidP="00C405E4">
      <w:pPr>
        <w:rPr>
          <w:b/>
          <w:color w:val="7030A0"/>
          <w:sz w:val="36"/>
          <w:szCs w:val="36"/>
          <w:u w:val="single"/>
          <w:lang w:val="en-US"/>
        </w:rPr>
      </w:pPr>
      <w:r w:rsidRPr="00DF5389">
        <w:rPr>
          <w:b/>
          <w:color w:val="7030A0"/>
          <w:sz w:val="36"/>
          <w:szCs w:val="36"/>
          <w:u w:val="single"/>
          <w:lang w:val="en-US"/>
        </w:rPr>
        <w:t>DANGER AT SHARK ROCK</w:t>
      </w:r>
    </w:p>
    <w:p w:rsidR="00E04530" w:rsidRPr="00C405E4" w:rsidRDefault="00E04530" w:rsidP="00C405E4">
      <w:pPr>
        <w:rPr>
          <w:b/>
          <w:color w:val="7030A0"/>
          <w:sz w:val="36"/>
          <w:szCs w:val="36"/>
          <w:u w:val="single"/>
          <w:lang w:val="en-US"/>
        </w:rPr>
      </w:pPr>
    </w:p>
    <w:p w:rsidR="00E04530" w:rsidRDefault="00E04530" w:rsidP="00FA7C2E">
      <w:pPr>
        <w:jc w:val="both"/>
        <w:rPr>
          <w:sz w:val="28"/>
          <w:szCs w:val="28"/>
          <w:lang w:val="en-US"/>
        </w:rPr>
      </w:pPr>
      <w:r w:rsidRPr="00003A53">
        <w:rPr>
          <w:noProof/>
          <w:sz w:val="28"/>
          <w:szCs w:val="28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i1025" type="#_x0000_t75" alt="libro.jpg" style="width:177pt;height:288.75pt;visibility:visible">
            <v:imagedata r:id="rId5" o:title=""/>
          </v:shape>
        </w:pict>
      </w:r>
    </w:p>
    <w:p w:rsidR="00E04530" w:rsidRDefault="00E04530" w:rsidP="00FA7C2E">
      <w:pPr>
        <w:rPr>
          <w:sz w:val="28"/>
          <w:szCs w:val="28"/>
          <w:lang w:val="en-US"/>
        </w:rPr>
      </w:pPr>
    </w:p>
    <w:p w:rsidR="00E04530" w:rsidRDefault="00E04530" w:rsidP="00FA7C2E">
      <w:pPr>
        <w:rPr>
          <w:sz w:val="28"/>
          <w:szCs w:val="28"/>
        </w:rPr>
      </w:pPr>
      <w:r w:rsidRPr="00FA7C2E">
        <w:rPr>
          <w:sz w:val="28"/>
          <w:szCs w:val="28"/>
        </w:rPr>
        <w:t>Profesor: Francisca Baño</w:t>
      </w:r>
    </w:p>
    <w:p w:rsidR="00E04530" w:rsidRDefault="00E04530" w:rsidP="00FA7C2E">
      <w:pPr>
        <w:rPr>
          <w:sz w:val="28"/>
          <w:szCs w:val="28"/>
        </w:rPr>
      </w:pPr>
      <w:r w:rsidRPr="00FA7C2E">
        <w:rPr>
          <w:sz w:val="28"/>
          <w:szCs w:val="28"/>
        </w:rPr>
        <w:t>Alumno: Laura Marconell Pérez</w:t>
      </w:r>
    </w:p>
    <w:p w:rsidR="00E04530" w:rsidRDefault="00E04530" w:rsidP="00FA7C2E">
      <w:pPr>
        <w:rPr>
          <w:sz w:val="24"/>
          <w:szCs w:val="24"/>
          <w:lang w:val="en-US"/>
        </w:rPr>
      </w:pPr>
      <w:r w:rsidRPr="00816991">
        <w:rPr>
          <w:sz w:val="24"/>
          <w:szCs w:val="24"/>
          <w:lang w:val="en-US"/>
        </w:rPr>
        <w:t xml:space="preserve">The teacher </w:t>
      </w:r>
      <w:r>
        <w:rPr>
          <w:sz w:val="24"/>
          <w:szCs w:val="24"/>
          <w:lang w:val="en-US"/>
        </w:rPr>
        <w:t>brought a lot of English books. I was very scared, because I have never read an English book.</w:t>
      </w:r>
    </w:p>
    <w:p w:rsidR="00E04530" w:rsidRDefault="00E04530" w:rsidP="00FA7C2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chose a book of aventures.</w:t>
      </w:r>
    </w:p>
    <w:p w:rsidR="00E04530" w:rsidRDefault="00E04530" w:rsidP="00FA7C2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First it was difficult, because some words were difficult for me, but I looked for the difficult words in a diccionary.</w:t>
      </w:r>
    </w:p>
    <w:p w:rsidR="00E04530" w:rsidRDefault="00E04530" w:rsidP="00FA7C2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spend a lot of very time reading.</w:t>
      </w:r>
    </w:p>
    <w:p w:rsidR="00E04530" w:rsidRDefault="00E04530" w:rsidP="00FA7C2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Finally when I finished, I felt satisfied, because I improved my English level.</w:t>
      </w:r>
    </w:p>
    <w:p w:rsidR="00E04530" w:rsidRPr="00816991" w:rsidRDefault="00E04530" w:rsidP="00FA7C2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 also did some questions about the book, is:</w:t>
      </w:r>
    </w:p>
    <w:p w:rsidR="00E04530" w:rsidRPr="00816991" w:rsidRDefault="00E04530" w:rsidP="00FA7C2E">
      <w:pPr>
        <w:rPr>
          <w:sz w:val="28"/>
          <w:szCs w:val="28"/>
          <w:lang w:val="en-US"/>
        </w:rPr>
      </w:pPr>
    </w:p>
    <w:p w:rsidR="00E04530" w:rsidRPr="00FA7C2E" w:rsidRDefault="00E04530" w:rsidP="00FA7C2E">
      <w:pPr>
        <w:pStyle w:val="ListParagraph"/>
        <w:numPr>
          <w:ilvl w:val="0"/>
          <w:numId w:val="3"/>
        </w:numPr>
        <w:rPr>
          <w:lang w:val="en-US"/>
        </w:rPr>
      </w:pPr>
      <w:r w:rsidRPr="00FA7C2E">
        <w:rPr>
          <w:lang w:val="en-US"/>
        </w:rPr>
        <w:t>Who are the main characters in the story?</w:t>
      </w:r>
    </w:p>
    <w:p w:rsidR="00E04530" w:rsidRPr="00FA7C2E" w:rsidRDefault="00E04530" w:rsidP="00FA7C2E">
      <w:pPr>
        <w:pStyle w:val="ListParagraph"/>
        <w:rPr>
          <w:lang w:val="en-US"/>
        </w:rPr>
      </w:pPr>
      <w:r>
        <w:rPr>
          <w:lang w:val="en-US"/>
        </w:rPr>
        <w:t xml:space="preserve">The main characters in the story are  </w:t>
      </w:r>
      <w:r w:rsidRPr="00FA7C2E">
        <w:rPr>
          <w:lang w:val="en-US"/>
        </w:rPr>
        <w:t xml:space="preserve">Jenny McDonald, Mr McDonald, Alex Simpson, </w:t>
      </w:r>
    </w:p>
    <w:p w:rsidR="00E04530" w:rsidRDefault="00E04530" w:rsidP="00816991">
      <w:pPr>
        <w:pStyle w:val="ListParagraph"/>
        <w:rPr>
          <w:lang w:val="en-US"/>
        </w:rPr>
      </w:pPr>
      <w:r>
        <w:rPr>
          <w:lang w:val="en-US"/>
        </w:rPr>
        <w:t>Guy Thompson and Helen Dunbar.</w:t>
      </w:r>
    </w:p>
    <w:p w:rsidR="00E04530" w:rsidRDefault="00E04530" w:rsidP="00816991">
      <w:pPr>
        <w:pStyle w:val="ListParagraph"/>
        <w:rPr>
          <w:lang w:val="en-US"/>
        </w:rPr>
      </w:pPr>
    </w:p>
    <w:p w:rsidR="00E04530" w:rsidRPr="00FA7C2E" w:rsidRDefault="00E04530" w:rsidP="00816991">
      <w:pPr>
        <w:pStyle w:val="ListParagraph"/>
        <w:numPr>
          <w:ilvl w:val="0"/>
          <w:numId w:val="3"/>
        </w:numPr>
        <w:rPr>
          <w:lang w:val="en-US"/>
        </w:rPr>
      </w:pPr>
      <w:r w:rsidRPr="00FA7C2E">
        <w:rPr>
          <w:lang w:val="en-US"/>
        </w:rPr>
        <w:t>Where does the story happen?</w:t>
      </w:r>
    </w:p>
    <w:p w:rsidR="00E04530" w:rsidRDefault="00E04530" w:rsidP="00816991">
      <w:pPr>
        <w:pStyle w:val="ListParagraph"/>
        <w:rPr>
          <w:lang w:val="en-US"/>
        </w:rPr>
      </w:pPr>
      <w:r>
        <w:rPr>
          <w:lang w:val="en-US"/>
        </w:rPr>
        <w:t xml:space="preserve">The story happens  is in Shark Rock </w:t>
      </w:r>
      <w:r w:rsidRPr="00FA7C2E">
        <w:rPr>
          <w:lang w:val="en-US"/>
        </w:rPr>
        <w:t>and Kirk Island.</w:t>
      </w:r>
    </w:p>
    <w:p w:rsidR="00E04530" w:rsidRDefault="00E04530" w:rsidP="00816991">
      <w:pPr>
        <w:pStyle w:val="ListParagraph"/>
        <w:rPr>
          <w:lang w:val="en-US"/>
        </w:rPr>
      </w:pPr>
    </w:p>
    <w:p w:rsidR="00E04530" w:rsidRDefault="00E04530" w:rsidP="00C405E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does the story take place?</w:t>
      </w:r>
    </w:p>
    <w:p w:rsidR="00E04530" w:rsidRDefault="00E04530" w:rsidP="00816991">
      <w:pPr>
        <w:pStyle w:val="ListParagraph"/>
        <w:rPr>
          <w:lang w:val="en-US"/>
        </w:rPr>
      </w:pPr>
      <w:r>
        <w:rPr>
          <w:lang w:val="en-US"/>
        </w:rPr>
        <w:t xml:space="preserve"> </w:t>
      </w:r>
      <w:r w:rsidRPr="00C405E4">
        <w:rPr>
          <w:lang w:val="en-US"/>
        </w:rPr>
        <w:t xml:space="preserve"> The story takes place nowadays.</w:t>
      </w:r>
    </w:p>
    <w:p w:rsidR="00E04530" w:rsidRDefault="00E04530" w:rsidP="00816991">
      <w:pPr>
        <w:pStyle w:val="ListParagraph"/>
        <w:rPr>
          <w:lang w:val="en-US"/>
        </w:rPr>
      </w:pPr>
    </w:p>
    <w:p w:rsidR="00E04530" w:rsidRDefault="00E04530" w:rsidP="00FA7C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problem in the story?</w:t>
      </w:r>
    </w:p>
    <w:p w:rsidR="00E04530" w:rsidRDefault="00E04530" w:rsidP="00816991">
      <w:pPr>
        <w:pStyle w:val="ListParagraph"/>
        <w:rPr>
          <w:lang w:val="en-US"/>
        </w:rPr>
      </w:pPr>
      <w:r>
        <w:rPr>
          <w:lang w:val="en-US"/>
        </w:rPr>
        <w:t xml:space="preserve">The problem in the story is that Helen wanted </w:t>
      </w:r>
      <w:r w:rsidRPr="00FA7C2E">
        <w:rPr>
          <w:lang w:val="en-US"/>
        </w:rPr>
        <w:t xml:space="preserve"> to steal the uranium from the shipwreck.</w:t>
      </w:r>
    </w:p>
    <w:p w:rsidR="00E04530" w:rsidRDefault="00E04530" w:rsidP="00816991">
      <w:pPr>
        <w:pStyle w:val="ListParagraph"/>
        <w:rPr>
          <w:lang w:val="en-US"/>
        </w:rPr>
      </w:pPr>
    </w:p>
    <w:p w:rsidR="00E04530" w:rsidRDefault="00E04530" w:rsidP="00FA7C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solution?</w:t>
      </w:r>
    </w:p>
    <w:p w:rsidR="00E04530" w:rsidRPr="00FA7C2E" w:rsidRDefault="00E04530" w:rsidP="00FA7C2E">
      <w:pPr>
        <w:pStyle w:val="ListParagraph"/>
        <w:rPr>
          <w:lang w:val="en-US"/>
        </w:rPr>
      </w:pPr>
      <w:r>
        <w:rPr>
          <w:lang w:val="en-US"/>
        </w:rPr>
        <w:t xml:space="preserve">The solution is that a the night when  </w:t>
      </w:r>
      <w:r w:rsidRPr="00FA7C2E">
        <w:rPr>
          <w:lang w:val="en-US"/>
        </w:rPr>
        <w:t xml:space="preserve">Helen went to steal from the Shipwreck, </w:t>
      </w:r>
    </w:p>
    <w:p w:rsidR="00E04530" w:rsidRDefault="00E04530" w:rsidP="00FA7C2E">
      <w:pPr>
        <w:pStyle w:val="ListParagraph"/>
        <w:rPr>
          <w:lang w:val="en-US"/>
        </w:rPr>
      </w:pPr>
      <w:r>
        <w:rPr>
          <w:lang w:val="en-US"/>
        </w:rPr>
        <w:t>Guy rang the police, the police caught Helen.</w:t>
      </w:r>
    </w:p>
    <w:p w:rsidR="00E04530" w:rsidRDefault="00E04530" w:rsidP="00FA7C2E">
      <w:pPr>
        <w:rPr>
          <w:lang w:val="en-US"/>
        </w:rPr>
      </w:pPr>
    </w:p>
    <w:p w:rsidR="00E04530" w:rsidRDefault="00E04530" w:rsidP="00FA7C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Have you found any difficulties? Which ones? </w:t>
      </w:r>
    </w:p>
    <w:p w:rsidR="00E04530" w:rsidRPr="00FA7C2E" w:rsidRDefault="00E04530" w:rsidP="00FA7C2E">
      <w:pPr>
        <w:pStyle w:val="ListParagraph"/>
        <w:rPr>
          <w:lang w:val="en-US"/>
        </w:rPr>
      </w:pPr>
      <w:r w:rsidRPr="00FA7C2E">
        <w:rPr>
          <w:lang w:val="en-US"/>
        </w:rPr>
        <w:t>A lot of many words are difficult  for me.</w:t>
      </w:r>
    </w:p>
    <w:p w:rsidR="00E04530" w:rsidRDefault="00E04530" w:rsidP="00FA7C2E">
      <w:pPr>
        <w:rPr>
          <w:lang w:val="en-US"/>
        </w:rPr>
      </w:pPr>
    </w:p>
    <w:p w:rsidR="00E04530" w:rsidRDefault="00E04530" w:rsidP="00FA7C2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like the book? Why?</w:t>
      </w:r>
    </w:p>
    <w:p w:rsidR="00E04530" w:rsidRPr="003C562F" w:rsidRDefault="00E04530" w:rsidP="00FA7C2E">
      <w:pPr>
        <w:pStyle w:val="ListParagraph"/>
        <w:rPr>
          <w:lang w:val="en-US"/>
        </w:rPr>
      </w:pPr>
      <w:r>
        <w:rPr>
          <w:lang w:val="en-US"/>
        </w:rPr>
        <w:t>Yes, I likes the book, because it a very interesting story.</w:t>
      </w:r>
    </w:p>
    <w:sectPr w:rsidR="00E04530" w:rsidRPr="003C562F" w:rsidSect="00F379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C19F0"/>
    <w:multiLevelType w:val="hybridMultilevel"/>
    <w:tmpl w:val="C4B84BAC"/>
    <w:lvl w:ilvl="0" w:tplc="ADBCB3D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33879"/>
    <w:multiLevelType w:val="hybridMultilevel"/>
    <w:tmpl w:val="C3F28E1C"/>
    <w:lvl w:ilvl="0" w:tplc="A87041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C63E47"/>
    <w:multiLevelType w:val="hybridMultilevel"/>
    <w:tmpl w:val="545CE83A"/>
    <w:lvl w:ilvl="0" w:tplc="B53E940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DF4"/>
    <w:rsid w:val="00003A53"/>
    <w:rsid w:val="0008051F"/>
    <w:rsid w:val="000E65FE"/>
    <w:rsid w:val="00107DF4"/>
    <w:rsid w:val="002E718C"/>
    <w:rsid w:val="003C562F"/>
    <w:rsid w:val="00482848"/>
    <w:rsid w:val="00816991"/>
    <w:rsid w:val="008832C5"/>
    <w:rsid w:val="00C405E4"/>
    <w:rsid w:val="00C97C28"/>
    <w:rsid w:val="00DF5389"/>
    <w:rsid w:val="00E04530"/>
    <w:rsid w:val="00E45205"/>
    <w:rsid w:val="00F379FC"/>
    <w:rsid w:val="00FA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9F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7D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A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193</Words>
  <Characters>1062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DANGER AT SHARK ROCK</dc:title>
  <dc:subject/>
  <dc:creator>personal</dc:creator>
  <cp:keywords/>
  <dc:description/>
  <cp:lastModifiedBy>Adela Gascón Leal</cp:lastModifiedBy>
  <cp:revision>2</cp:revision>
  <dcterms:created xsi:type="dcterms:W3CDTF">2014-04-10T23:05:00Z</dcterms:created>
  <dcterms:modified xsi:type="dcterms:W3CDTF">2014-04-10T23:05:00Z</dcterms:modified>
</cp:coreProperties>
</file>