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96" w:rsidRDefault="00F41A96" w:rsidP="00E8621C">
      <w:pPr>
        <w:jc w:val="center"/>
        <w:rPr>
          <w:b/>
          <w:sz w:val="28"/>
          <w:szCs w:val="28"/>
          <w:u w:val="single"/>
          <w:lang w:val="es-ES"/>
        </w:rPr>
      </w:pPr>
      <w:r w:rsidRPr="00E8621C">
        <w:rPr>
          <w:b/>
          <w:sz w:val="32"/>
          <w:szCs w:val="32"/>
          <w:u w:val="single"/>
          <w:lang w:val="es-ES"/>
        </w:rPr>
        <w:t>MONESTIR DE SANT MIQUEL DELS REIS</w:t>
      </w:r>
    </w:p>
    <w:p w:rsidR="00F41A96" w:rsidRPr="00E8621C" w:rsidRDefault="00F41A96" w:rsidP="00E8621C">
      <w:pPr>
        <w:jc w:val="center"/>
        <w:rPr>
          <w:b/>
          <w:sz w:val="28"/>
          <w:szCs w:val="28"/>
          <w:u w:val="single"/>
          <w:lang w:val="es-ES"/>
        </w:rPr>
      </w:pP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>L´edifici ocupat actualmente per la bliobteca valenciana és el resultat d´una labor constructiva duta a terme al llarg d´epoques molt diverses: una alqueria musulmana del S. XI un monestir del Crister del segle XIV i un presidi del XIX. Hi ha varies epoces de esta biblioteca.</w:t>
      </w:r>
    </w:p>
    <w:p w:rsidR="00F41A96" w:rsidRPr="00E8621C" w:rsidRDefault="00F41A96" w:rsidP="00E8621C">
      <w:pPr>
        <w:jc w:val="both"/>
        <w:rPr>
          <w:b/>
          <w:sz w:val="28"/>
          <w:szCs w:val="28"/>
          <w:lang w:val="es-ES"/>
        </w:rPr>
      </w:pPr>
      <w:r w:rsidRPr="00E8621C">
        <w:rPr>
          <w:b/>
          <w:sz w:val="28"/>
          <w:szCs w:val="28"/>
          <w:lang w:val="es-ES"/>
        </w:rPr>
        <w:t>SANT BERNAT DE RASCANYA (1381-1546)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>Sobre l´antiga alqueria musulmana de rascanya del degle XI, els abats cisterrencs del monestir de Santa Maria de Valldigna van fundar ací un xicotet convent, , construït amb  materials humils, i en el qual es van instal·lar dotze monjos i el prior.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>Constava d´una església emmerletada d´una sola nau amb capelles laterals i dos claustres, entorn dels quals s´agrupaven el dormitoridels monjos, el refectori, le cuines, etc. Les seues restes es van trobar durant les excavacions efectuades l´any 1996 en el pati nord; llavors van ser restaurats i consolades</w:t>
      </w:r>
    </w:p>
    <w:p w:rsidR="00F41A96" w:rsidRDefault="00F41A96" w:rsidP="00E8621C">
      <w:pPr>
        <w:jc w:val="both"/>
        <w:rPr>
          <w:b/>
          <w:sz w:val="28"/>
          <w:szCs w:val="28"/>
          <w:lang w:val="es-ES"/>
        </w:rPr>
      </w:pPr>
    </w:p>
    <w:p w:rsidR="00F41A96" w:rsidRPr="00E8621C" w:rsidRDefault="00F41A96" w:rsidP="00E8621C">
      <w:pPr>
        <w:jc w:val="both"/>
        <w:rPr>
          <w:b/>
          <w:sz w:val="28"/>
          <w:szCs w:val="28"/>
          <w:lang w:val="es-ES"/>
        </w:rPr>
      </w:pPr>
      <w:r w:rsidRPr="00E8621C">
        <w:rPr>
          <w:b/>
          <w:sz w:val="28"/>
          <w:szCs w:val="28"/>
          <w:lang w:val="es-ES"/>
        </w:rPr>
        <w:t>SANT MIQUEL DELS REIS (1546-1835)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>Els ducs de Calabria, Ferran d´Arago i Germana de Foix, va fundar este monestir jéronim l´any 1546 amb el  próposit que alberga el seu panteo familiar i van encarregar el projecte del nou edifici- format per dos claustres i una eglésia- a l´arquitecte Alonso de Covarrubias.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>La construccio del claustre sud es va iniciar l´any 1546 i va concloure el 1607. Era un claustre de clausura: en la planta baixa es trovaben les sales d´ús comunal, en la primera planta les cel·les dels monjos, i en la superior les dels novicis; el prior ocupava la torre sud-est. Esta és una de les obres arquitectoniques més importants del Renaixement en terres valencianes.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 xml:space="preserve">La nova església es va dur a terme entre 1623 i 1644 en el mateix lloc que ocupava l´antiga de Sant Bernat. Es caracteritza per la seua planta de creu llatina, cúpula sobre tambor en el creuer, cor alt amb un rellotge cap per avall en la volta i capelles entre contraforts. En el segle XVIII es va substituir els antics retaules de fusta pels que actualment podem contemplar que són barrocs, decorats amb marqueteria de mambre, jaspi, alabastre i pedra d´Alcublas. 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>La portada de l´església és una fatxada-retaule dividida en tres cossos i adornada amb imatges que guarden relació amb l´orde jerònim i amb els fundadors. L´any 1756 i per a substituir el vell claustre cistercenc, es va decidir construir-ne un de nou a imatge del claustre sud; però lés obres es van interrompe el 1802 i va quedar inconclús per sempre.</w:t>
      </w:r>
    </w:p>
    <w:p w:rsidR="00F41A96" w:rsidRDefault="00F41A96" w:rsidP="00E8621C">
      <w:pPr>
        <w:jc w:val="both"/>
        <w:rPr>
          <w:b/>
          <w:sz w:val="28"/>
          <w:szCs w:val="28"/>
          <w:lang w:val="es-ES"/>
        </w:rPr>
      </w:pPr>
    </w:p>
    <w:p w:rsidR="00F41A96" w:rsidRPr="00E8621C" w:rsidRDefault="00F41A96" w:rsidP="00E8621C">
      <w:pPr>
        <w:jc w:val="both"/>
        <w:rPr>
          <w:b/>
          <w:sz w:val="28"/>
          <w:szCs w:val="28"/>
          <w:lang w:val="es-ES"/>
        </w:rPr>
      </w:pPr>
      <w:r w:rsidRPr="00E8621C">
        <w:rPr>
          <w:b/>
          <w:sz w:val="28"/>
          <w:szCs w:val="28"/>
          <w:lang w:val="es-ES"/>
        </w:rPr>
        <w:t>PRESIDI DE SANT MIQUEL DELS REIS</w:t>
      </w:r>
      <w:r>
        <w:rPr>
          <w:b/>
          <w:sz w:val="28"/>
          <w:szCs w:val="28"/>
          <w:lang w:val="es-ES"/>
        </w:rPr>
        <w:t xml:space="preserve"> (1874-1996)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>Amb les mesures de desmortitzacio del segle XIX l´edifici va pasar a les mans de l´Estat, que el va destinar a diversos usos fins que l´any 1874 es va decidir utilitzar-lo com a presidi, amb la funcio d´albelgar presos comuns. A partir de 1936 es va destinar a presos polítics condemnats a mort, primer de la Republica i després del règim de Franco. Per a adaptar l´edifici a esta nova activitat es van construir dos pavellons en el pati nord i s´adapta la resta derrocant parets, cel·les i voltes.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>L´any 1962 la propietat va passar a les mans de l´Ajuntament i la Diputació de València, els quals van clausurar el presidi el 1966.</w:t>
      </w:r>
    </w:p>
    <w:p w:rsidR="00F41A96" w:rsidRDefault="00F41A96" w:rsidP="00E8621C">
      <w:pPr>
        <w:jc w:val="both"/>
        <w:rPr>
          <w:b/>
          <w:sz w:val="28"/>
          <w:szCs w:val="28"/>
          <w:lang w:val="es-ES"/>
        </w:rPr>
      </w:pPr>
    </w:p>
    <w:p w:rsidR="00F41A96" w:rsidRPr="00E8621C" w:rsidRDefault="00F41A96" w:rsidP="00E8621C">
      <w:pPr>
        <w:jc w:val="both"/>
        <w:rPr>
          <w:b/>
          <w:sz w:val="28"/>
          <w:szCs w:val="28"/>
          <w:lang w:val="es-ES"/>
        </w:rPr>
      </w:pPr>
      <w:r w:rsidRPr="00E8621C">
        <w:rPr>
          <w:b/>
          <w:sz w:val="28"/>
          <w:szCs w:val="28"/>
          <w:lang w:val="es-ES"/>
        </w:rPr>
        <w:t>BIBLIOTECA VALENCIANA: A PARTIR DE 1999</w:t>
      </w:r>
    </w:p>
    <w:p w:rsidR="00F41A96" w:rsidRDefault="00F41A96" w:rsidP="00E8621C">
      <w:pPr>
        <w:jc w:val="both"/>
        <w:rPr>
          <w:lang w:val="es-ES"/>
        </w:rPr>
      </w:pPr>
      <w:r>
        <w:rPr>
          <w:lang w:val="es-ES"/>
        </w:rPr>
        <w:t xml:space="preserve">Des de 1966 l´edifici es va emprar com a escola i magatzem d´objectes requisats per l´Ajuntament de Valenciia, fins que el 1995 va començar la seua restauració amb e´destí de convertir-se en futura seu de la Biblioteca Valenciana. El procés va culminar l´any 1999 i en este es van recuperar les empremtes de les distintes èpoques històriques que ara són visibles per al visitant. La Biblioteca Valenciana va ser creada l´any 1985. És  la Biblioteca Nacional de la Comunitat Vlenciana, i com a tal la seua missio consistix a reunir, conservar i difondre el patrimoni bibliografic  valencià. Tambe és receptora des de 1983 del Deposit Legal de la Comunitat Valenciana, és a dir, que arreplega un exemplar de cada una de les obres de tota la produccio audovisiual i bibliografica de la Comunitat. </w:t>
      </w:r>
    </w:p>
    <w:p w:rsidR="00F41A96" w:rsidRDefault="00F41A96" w:rsidP="00E8621C">
      <w:pPr>
        <w:jc w:val="both"/>
        <w:rPr>
          <w:b/>
          <w:sz w:val="28"/>
          <w:szCs w:val="28"/>
          <w:u w:val="single"/>
          <w:lang w:val="es-ES"/>
        </w:rPr>
      </w:pPr>
    </w:p>
    <w:p w:rsidR="00F41A96" w:rsidRPr="00E8621C" w:rsidRDefault="00F41A96" w:rsidP="00E8621C">
      <w:pPr>
        <w:ind w:left="708" w:firstLine="708"/>
        <w:jc w:val="both"/>
        <w:rPr>
          <w:b/>
          <w:sz w:val="28"/>
          <w:szCs w:val="28"/>
          <w:u w:val="single"/>
          <w:lang w:val="es-ES"/>
        </w:rPr>
      </w:pPr>
      <w:r w:rsidRPr="00E8621C">
        <w:rPr>
          <w:b/>
          <w:sz w:val="28"/>
          <w:szCs w:val="28"/>
          <w:u w:val="single"/>
          <w:lang w:val="es-ES"/>
        </w:rPr>
        <w:t>David José López Martínez 2º A</w:t>
      </w:r>
    </w:p>
    <w:sectPr w:rsidR="00F41A96" w:rsidRPr="00E8621C" w:rsidSect="004129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A42"/>
    <w:rsid w:val="00014BE7"/>
    <w:rsid w:val="000617D2"/>
    <w:rsid w:val="000D08B7"/>
    <w:rsid w:val="001A54CF"/>
    <w:rsid w:val="001C22DE"/>
    <w:rsid w:val="002B2495"/>
    <w:rsid w:val="002F2846"/>
    <w:rsid w:val="00304841"/>
    <w:rsid w:val="00394A2F"/>
    <w:rsid w:val="00412915"/>
    <w:rsid w:val="005E1777"/>
    <w:rsid w:val="005F2A90"/>
    <w:rsid w:val="006233BD"/>
    <w:rsid w:val="006B0A7F"/>
    <w:rsid w:val="007020D4"/>
    <w:rsid w:val="007E6B97"/>
    <w:rsid w:val="007F2C00"/>
    <w:rsid w:val="00807CD0"/>
    <w:rsid w:val="00931D47"/>
    <w:rsid w:val="009357DD"/>
    <w:rsid w:val="009B37AF"/>
    <w:rsid w:val="00A9677D"/>
    <w:rsid w:val="00AA2D20"/>
    <w:rsid w:val="00AA4B1C"/>
    <w:rsid w:val="00AB122D"/>
    <w:rsid w:val="00AE64E3"/>
    <w:rsid w:val="00B25EE9"/>
    <w:rsid w:val="00B45B9B"/>
    <w:rsid w:val="00C00A42"/>
    <w:rsid w:val="00C1017B"/>
    <w:rsid w:val="00C42B7C"/>
    <w:rsid w:val="00CC3858"/>
    <w:rsid w:val="00DE4650"/>
    <w:rsid w:val="00E64EBA"/>
    <w:rsid w:val="00E8621C"/>
    <w:rsid w:val="00EC1B05"/>
    <w:rsid w:val="00F41A96"/>
    <w:rsid w:val="00FE1A21"/>
    <w:rsid w:val="00FE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15"/>
    <w:pPr>
      <w:spacing w:after="200" w:line="276" w:lineRule="auto"/>
    </w:pPr>
    <w:rPr>
      <w:noProof/>
      <w:color w:val="333333"/>
      <w:sz w:val="24"/>
      <w:lang w:val="ca-ES"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608</Words>
  <Characters>3349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MONESTIR DE SANT MIQUEL DELS REIS</dc:title>
  <dc:subject/>
  <dc:creator>jovi</dc:creator>
  <cp:keywords/>
  <dc:description/>
  <cp:lastModifiedBy>Adela Gascón Leal</cp:lastModifiedBy>
  <cp:revision>2</cp:revision>
  <dcterms:created xsi:type="dcterms:W3CDTF">2013-11-27T23:44:00Z</dcterms:created>
  <dcterms:modified xsi:type="dcterms:W3CDTF">2013-11-27T23:44:00Z</dcterms:modified>
</cp:coreProperties>
</file>