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7B6" w:rsidRDefault="003F57B6" w:rsidP="00167F47">
      <w:r w:rsidRPr="007A4095">
        <w:rPr>
          <w:noProof/>
          <w:lang w:eastAsia="es-E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" o:spid="_x0000_i1025" type="#_x0000_t75" style="width:145.5pt;height:80.25pt;visibility:visible">
            <v:imagedata r:id="rId4" o:title=""/>
          </v:shape>
        </w:pict>
      </w:r>
      <w:bookmarkStart w:id="0" w:name="_GoBack"/>
      <w:bookmarkEnd w:id="0"/>
    </w:p>
    <w:p w:rsidR="003F57B6" w:rsidRDefault="003F57B6" w:rsidP="00167F47">
      <w:r>
        <w:t>Cuando me veo y toco,</w:t>
      </w:r>
    </w:p>
    <w:p w:rsidR="003F57B6" w:rsidRDefault="003F57B6" w:rsidP="00167F47">
      <w:r>
        <w:t>yo, Juan sin Nada no más ayer,</w:t>
      </w:r>
    </w:p>
    <w:p w:rsidR="003F57B6" w:rsidRDefault="003F57B6" w:rsidP="00167F47">
      <w:r>
        <w:t>y hoy Juan con Todo,</w:t>
      </w:r>
    </w:p>
    <w:p w:rsidR="003F57B6" w:rsidRDefault="003F57B6" w:rsidP="00167F47">
      <w:r>
        <w:t>y hoy con todo,</w:t>
      </w:r>
    </w:p>
    <w:p w:rsidR="003F57B6" w:rsidRDefault="003F57B6" w:rsidP="00167F47">
      <w:r>
        <w:t>vuelvo los ojos, miro,</w:t>
      </w:r>
    </w:p>
    <w:p w:rsidR="003F57B6" w:rsidRDefault="003F57B6" w:rsidP="00167F47">
      <w:r>
        <w:t>me veo y toco</w:t>
      </w:r>
    </w:p>
    <w:p w:rsidR="003F57B6" w:rsidRDefault="003F57B6" w:rsidP="00167F47">
      <w:r>
        <w:t>y me pregunto cómo ha podido ser.</w:t>
      </w:r>
    </w:p>
    <w:p w:rsidR="003F57B6" w:rsidRDefault="003F57B6" w:rsidP="00167F47"/>
    <w:p w:rsidR="003F57B6" w:rsidRDefault="003F57B6" w:rsidP="00167F47">
      <w:r>
        <w:t>Tengo, vamos a ver,</w:t>
      </w:r>
    </w:p>
    <w:p w:rsidR="003F57B6" w:rsidRDefault="003F57B6" w:rsidP="00167F47">
      <w:r>
        <w:t>tengo el gusto de andar por mi país,</w:t>
      </w:r>
    </w:p>
    <w:p w:rsidR="003F57B6" w:rsidRDefault="003F57B6" w:rsidP="00167F47">
      <w:r>
        <w:t>dueño de cuanto hay en él,</w:t>
      </w:r>
    </w:p>
    <w:p w:rsidR="003F57B6" w:rsidRDefault="003F57B6" w:rsidP="00167F47">
      <w:r>
        <w:t>mirando bien de cerca lo que antes</w:t>
      </w:r>
    </w:p>
    <w:p w:rsidR="003F57B6" w:rsidRDefault="003F57B6" w:rsidP="00167F47">
      <w:r>
        <w:t>no tuve ni podía tener.</w:t>
      </w:r>
    </w:p>
    <w:p w:rsidR="003F57B6" w:rsidRDefault="003F57B6" w:rsidP="00167F47">
      <w:r>
        <w:t>Zafra puedo decir,</w:t>
      </w:r>
    </w:p>
    <w:p w:rsidR="003F57B6" w:rsidRDefault="003F57B6" w:rsidP="00167F47">
      <w:r>
        <w:t>monte puedo decir,</w:t>
      </w:r>
    </w:p>
    <w:p w:rsidR="003F57B6" w:rsidRDefault="003F57B6" w:rsidP="00167F47">
      <w:r>
        <w:t xml:space="preserve"> ciudad puedo decir,</w:t>
      </w:r>
    </w:p>
    <w:p w:rsidR="003F57B6" w:rsidRDefault="003F57B6" w:rsidP="00167F47">
      <w:r>
        <w:t>ejército decir,</w:t>
      </w:r>
    </w:p>
    <w:p w:rsidR="003F57B6" w:rsidRDefault="003F57B6" w:rsidP="00167F47">
      <w:r>
        <w:t>ya míos para siempre y tuyos, nuestros,</w:t>
      </w:r>
    </w:p>
    <w:p w:rsidR="003F57B6" w:rsidRDefault="003F57B6" w:rsidP="00167F47">
      <w:r>
        <w:t>y un ancho resplandor</w:t>
      </w:r>
    </w:p>
    <w:p w:rsidR="003F57B6" w:rsidRDefault="003F57B6" w:rsidP="00167F47">
      <w:r>
        <w:t>de rayo, estrella, flor.</w:t>
      </w:r>
    </w:p>
    <w:p w:rsidR="003F57B6" w:rsidRDefault="003F57B6" w:rsidP="00167F47"/>
    <w:p w:rsidR="003F57B6" w:rsidRDefault="003F57B6" w:rsidP="00167F47">
      <w:r>
        <w:t>Tengo, vamos a ver,</w:t>
      </w:r>
    </w:p>
    <w:p w:rsidR="003F57B6" w:rsidRDefault="003F57B6" w:rsidP="00167F47">
      <w:r>
        <w:t>tengo el gusto de ir</w:t>
      </w:r>
    </w:p>
    <w:p w:rsidR="003F57B6" w:rsidRDefault="003F57B6" w:rsidP="00167F47">
      <w:r>
        <w:t>yo, campesino, obrero, gente simple,</w:t>
      </w:r>
    </w:p>
    <w:p w:rsidR="003F57B6" w:rsidRDefault="003F57B6" w:rsidP="00167F47">
      <w:r>
        <w:t xml:space="preserve"> tengo el gusto de ir</w:t>
      </w:r>
    </w:p>
    <w:p w:rsidR="003F57B6" w:rsidRDefault="003F57B6" w:rsidP="00167F47">
      <w:r>
        <w:t>(es un ejemplo)</w:t>
      </w:r>
    </w:p>
    <w:p w:rsidR="003F57B6" w:rsidRDefault="003F57B6" w:rsidP="00167F47">
      <w:r>
        <w:t>a un banco y hablar con el administrador,</w:t>
      </w:r>
    </w:p>
    <w:p w:rsidR="003F57B6" w:rsidRDefault="003F57B6" w:rsidP="00167F47">
      <w:r>
        <w:t>no en inglés,</w:t>
      </w:r>
    </w:p>
    <w:p w:rsidR="003F57B6" w:rsidRDefault="003F57B6" w:rsidP="00167F47">
      <w:r>
        <w:t>no en señor,</w:t>
      </w:r>
    </w:p>
    <w:p w:rsidR="003F57B6" w:rsidRDefault="003F57B6" w:rsidP="00167F47">
      <w:r>
        <w:t>sino decirle compañero como se dice en español.</w:t>
      </w:r>
    </w:p>
    <w:p w:rsidR="003F57B6" w:rsidRDefault="003F57B6" w:rsidP="00167F47"/>
    <w:p w:rsidR="003F57B6" w:rsidRDefault="003F57B6" w:rsidP="00167F47">
      <w:r>
        <w:t>Tengo, vamos a ver,</w:t>
      </w:r>
    </w:p>
    <w:p w:rsidR="003F57B6" w:rsidRDefault="003F57B6" w:rsidP="00167F47">
      <w:r>
        <w:t>que siendo un negro</w:t>
      </w:r>
    </w:p>
    <w:p w:rsidR="003F57B6" w:rsidRDefault="003F57B6" w:rsidP="00167F47">
      <w:r>
        <w:t>nadie me puede detener</w:t>
      </w:r>
    </w:p>
    <w:p w:rsidR="003F57B6" w:rsidRDefault="003F57B6" w:rsidP="00167F47">
      <w:r>
        <w:t>a la puerta de un dancing o de un bar.</w:t>
      </w:r>
    </w:p>
    <w:p w:rsidR="003F57B6" w:rsidRDefault="003F57B6" w:rsidP="00167F47">
      <w:r>
        <w:t>O bien en la carpeta de un hotel</w:t>
      </w:r>
    </w:p>
    <w:p w:rsidR="003F57B6" w:rsidRDefault="003F57B6" w:rsidP="00167F47">
      <w:r>
        <w:t>gritarme que no hay pieza,</w:t>
      </w:r>
    </w:p>
    <w:p w:rsidR="003F57B6" w:rsidRDefault="003F57B6" w:rsidP="00167F47">
      <w:r>
        <w:t>una mínima pieza y no una pieza colosal,</w:t>
      </w:r>
    </w:p>
    <w:p w:rsidR="003F57B6" w:rsidRDefault="003F57B6" w:rsidP="00167F47">
      <w:r>
        <w:t>una pequeña pieza donde yo pueda descansar.</w:t>
      </w:r>
    </w:p>
    <w:p w:rsidR="003F57B6" w:rsidRDefault="003F57B6" w:rsidP="00167F47"/>
    <w:p w:rsidR="003F57B6" w:rsidRDefault="003F57B6" w:rsidP="00167F47">
      <w:r>
        <w:t>Tengo, vamos a ver,</w:t>
      </w:r>
    </w:p>
    <w:p w:rsidR="003F57B6" w:rsidRDefault="003F57B6" w:rsidP="00167F47">
      <w:r>
        <w:t>que no hay guardia rural</w:t>
      </w:r>
    </w:p>
    <w:p w:rsidR="003F57B6" w:rsidRDefault="003F57B6" w:rsidP="00167F47">
      <w:r>
        <w:t>que me agarre y me encierre en un cuartel,</w:t>
      </w:r>
    </w:p>
    <w:p w:rsidR="003F57B6" w:rsidRDefault="003F57B6" w:rsidP="00167F47">
      <w:r>
        <w:t>ni me arranque y me arroje de mi tierra</w:t>
      </w:r>
    </w:p>
    <w:p w:rsidR="003F57B6" w:rsidRDefault="003F57B6" w:rsidP="00167F47">
      <w:r>
        <w:t>al medio del camino real.</w:t>
      </w:r>
    </w:p>
    <w:p w:rsidR="003F57B6" w:rsidRDefault="003F57B6" w:rsidP="00167F47">
      <w:r>
        <w:t>Tengo que como tengo la tierra tengo el mar,</w:t>
      </w:r>
    </w:p>
    <w:p w:rsidR="003F57B6" w:rsidRDefault="003F57B6" w:rsidP="00167F47">
      <w:r>
        <w:t>no country,</w:t>
      </w:r>
    </w:p>
    <w:p w:rsidR="003F57B6" w:rsidRDefault="003F57B6" w:rsidP="00167F47">
      <w:r>
        <w:t>no jailáif,</w:t>
      </w:r>
    </w:p>
    <w:p w:rsidR="003F57B6" w:rsidRDefault="003F57B6" w:rsidP="00167F47">
      <w:r>
        <w:t>no tenis y no yacht,</w:t>
      </w:r>
    </w:p>
    <w:p w:rsidR="003F57B6" w:rsidRDefault="003F57B6" w:rsidP="00167F47">
      <w:r>
        <w:t>sino de playa en playa y ola en ola,</w:t>
      </w:r>
    </w:p>
    <w:p w:rsidR="003F57B6" w:rsidRDefault="003F57B6" w:rsidP="00167F47">
      <w:r>
        <w:t xml:space="preserve"> gigante azul abierto democrático:</w:t>
      </w:r>
    </w:p>
    <w:p w:rsidR="003F57B6" w:rsidRDefault="003F57B6" w:rsidP="00167F47">
      <w:r>
        <w:t>en fin, el mar.</w:t>
      </w:r>
    </w:p>
    <w:p w:rsidR="003F57B6" w:rsidRDefault="003F57B6" w:rsidP="00167F47"/>
    <w:p w:rsidR="003F57B6" w:rsidRDefault="003F57B6" w:rsidP="00167F47">
      <w:r>
        <w:t>Tengo, vamos a ver,</w:t>
      </w:r>
    </w:p>
    <w:p w:rsidR="003F57B6" w:rsidRDefault="003F57B6" w:rsidP="00167F47">
      <w:r>
        <w:t>que ya aprendí a leer,</w:t>
      </w:r>
    </w:p>
    <w:p w:rsidR="003F57B6" w:rsidRDefault="003F57B6" w:rsidP="00167F47">
      <w:r>
        <w:t>a contar,</w:t>
      </w:r>
    </w:p>
    <w:p w:rsidR="003F57B6" w:rsidRDefault="003F57B6" w:rsidP="00167F47">
      <w:r>
        <w:t>tengo que ya aprendí a escribir</w:t>
      </w:r>
    </w:p>
    <w:p w:rsidR="003F57B6" w:rsidRDefault="003F57B6" w:rsidP="00167F47">
      <w:r>
        <w:t>y a pensar</w:t>
      </w:r>
    </w:p>
    <w:p w:rsidR="003F57B6" w:rsidRDefault="003F57B6" w:rsidP="00167F47">
      <w:r>
        <w:t>y a reír.</w:t>
      </w:r>
    </w:p>
    <w:p w:rsidR="003F57B6" w:rsidRDefault="003F57B6" w:rsidP="00167F47">
      <w:r>
        <w:t>Tengo que ya tengo</w:t>
      </w:r>
    </w:p>
    <w:p w:rsidR="003F57B6" w:rsidRDefault="003F57B6" w:rsidP="00167F47">
      <w:r>
        <w:t>donde trabajar</w:t>
      </w:r>
    </w:p>
    <w:p w:rsidR="003F57B6" w:rsidRDefault="003F57B6" w:rsidP="00167F47">
      <w:r>
        <w:t>y ganar</w:t>
      </w:r>
    </w:p>
    <w:p w:rsidR="003F57B6" w:rsidRDefault="003F57B6" w:rsidP="00167F47">
      <w:r>
        <w:t>lo que me tengo que comer.</w:t>
      </w:r>
    </w:p>
    <w:p w:rsidR="003F57B6" w:rsidRDefault="003F57B6" w:rsidP="00167F47">
      <w:r>
        <w:t>Tengo, vamos a ver,</w:t>
      </w:r>
    </w:p>
    <w:p w:rsidR="003F57B6" w:rsidRDefault="003F57B6" w:rsidP="00167F47">
      <w:r>
        <w:t>tengo lo que tenía que tener.</w:t>
      </w:r>
    </w:p>
    <w:p w:rsidR="003F57B6" w:rsidRDefault="003F57B6" w:rsidP="00167F47"/>
    <w:p w:rsidR="003F57B6" w:rsidRDefault="003F57B6" w:rsidP="00167F47">
      <w:r>
        <w:t>Lee todo en: TENGO - Poemas de Nicolás Guillén http://www.poemas-del-alma.com/nicolas-guillen-tengo.htm#ixzz2kYcYnU2Y</w:t>
      </w:r>
    </w:p>
    <w:sectPr w:rsidR="003F57B6" w:rsidSect="00FC28B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7F47"/>
    <w:rsid w:val="00167F47"/>
    <w:rsid w:val="001A1B1D"/>
    <w:rsid w:val="003529D6"/>
    <w:rsid w:val="003F57B6"/>
    <w:rsid w:val="004937D2"/>
    <w:rsid w:val="007A4095"/>
    <w:rsid w:val="00EB0E3F"/>
    <w:rsid w:val="00FC2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8B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67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7F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250</Words>
  <Characters>1379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lucas</dc:creator>
  <cp:keywords/>
  <dc:description/>
  <cp:lastModifiedBy>Adela Gascón Leal</cp:lastModifiedBy>
  <cp:revision>2</cp:revision>
  <dcterms:created xsi:type="dcterms:W3CDTF">2013-11-14T19:45:00Z</dcterms:created>
  <dcterms:modified xsi:type="dcterms:W3CDTF">2013-11-14T19:45:00Z</dcterms:modified>
</cp:coreProperties>
</file>