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1D" w:rsidRPr="00657694" w:rsidRDefault="00874F1D" w:rsidP="00657694">
      <w:pPr>
        <w:rPr>
          <w:color w:val="FF0000"/>
          <w:sz w:val="72"/>
        </w:rPr>
      </w:pPr>
      <w:bookmarkStart w:id="0" w:name="_GoBack"/>
      <w:r w:rsidRPr="00657694">
        <w:rPr>
          <w:color w:val="FF0000"/>
          <w:sz w:val="72"/>
        </w:rPr>
        <w:t>PROPIETATS DE LA PENA</w:t>
      </w:r>
    </w:p>
    <w:bookmarkEnd w:id="0"/>
    <w:p w:rsidR="00874F1D" w:rsidRDefault="00874F1D" w:rsidP="00657694">
      <w:r>
        <w:t>Assumiràs la veu d'un poble,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i serà la veu del teu poble,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i seràs, per a sempre, poble,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i patiràs, i esperaràs,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i aniràs sempre entre la pols,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et seguirà una polseguera.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I tindràs fam i tindràs set,</w:t>
      </w:r>
    </w:p>
    <w:p w:rsidR="00874F1D" w:rsidRDefault="00874F1D" w:rsidP="00657694">
      <w:r>
        <w:t>no podràs escriure els poemes</w:t>
      </w:r>
    </w:p>
    <w:p w:rsidR="00874F1D" w:rsidRDefault="00874F1D" w:rsidP="00657694">
      <w:r>
        <w:t>i callaràs tota la nit</w:t>
      </w:r>
    </w:p>
    <w:p w:rsidR="00874F1D" w:rsidRDefault="00874F1D" w:rsidP="00657694">
      <w:r>
        <w:t>mentre dormen les teues gents,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i tu sols estaràs despert,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i tu estaràs despert per tots.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No t'han parit per a dormir:</w:t>
      </w:r>
    </w:p>
    <w:p w:rsidR="00874F1D" w:rsidRPr="00EC5419" w:rsidRDefault="00874F1D" w:rsidP="00657694">
      <w:r w:rsidRPr="00EC5419">
        <w:t>et pariren per a vetllar</w:t>
      </w:r>
    </w:p>
    <w:p w:rsidR="00874F1D" w:rsidRDefault="00874F1D" w:rsidP="00657694">
      <w:r>
        <w:t>en la llarga nit del teu poble.</w:t>
      </w:r>
    </w:p>
    <w:p w:rsidR="00874F1D" w:rsidRDefault="00874F1D" w:rsidP="00657694">
      <w:r>
        <w:t>Tu seràs la paraula viva,</w:t>
      </w:r>
    </w:p>
    <w:p w:rsidR="00874F1D" w:rsidRDefault="00874F1D" w:rsidP="00657694">
      <w:r>
        <w:t>la paraula viva i amarga.</w:t>
      </w:r>
    </w:p>
    <w:p w:rsidR="00874F1D" w:rsidRDefault="00874F1D" w:rsidP="00657694">
      <w:r>
        <w:t>Ja no existiran les paraules,</w:t>
      </w:r>
    </w:p>
    <w:p w:rsidR="00874F1D" w:rsidRDefault="00874F1D" w:rsidP="00657694">
      <w:r>
        <w:t>sinó l'home assumint la pena</w:t>
      </w:r>
    </w:p>
    <w:p w:rsidR="00874F1D" w:rsidRDefault="00874F1D" w:rsidP="00657694">
      <w:r>
        <w:t>del seu poble, i és un silenci.</w:t>
      </w:r>
    </w:p>
    <w:p w:rsidR="00874F1D" w:rsidRDefault="00874F1D" w:rsidP="00657694">
      <w:r>
        <w:t>Deixaràs de comptar les síl.labes,</w:t>
      </w:r>
    </w:p>
    <w:p w:rsidR="00874F1D" w:rsidRDefault="00874F1D" w:rsidP="00657694">
      <w:r>
        <w:t>de fer-te el nus de la corbata:</w:t>
      </w:r>
    </w:p>
    <w:p w:rsidR="00874F1D" w:rsidRDefault="00874F1D" w:rsidP="00657694">
      <w:r>
        <w:t>seràs un poble, caminant</w:t>
      </w:r>
    </w:p>
    <w:p w:rsidR="00874F1D" w:rsidRDefault="00874F1D" w:rsidP="00657694">
      <w:r>
        <w:t>entre una amarga polseguera,</w:t>
      </w:r>
    </w:p>
    <w:p w:rsidR="00874F1D" w:rsidRPr="00EC5419" w:rsidRDefault="00874F1D" w:rsidP="00657694">
      <w:pPr>
        <w:rPr>
          <w:lang w:val="sv-SE"/>
        </w:rPr>
      </w:pPr>
      <w:r w:rsidRPr="00EC5419">
        <w:rPr>
          <w:lang w:val="sv-SE"/>
        </w:rPr>
        <w:t>vida amunt i nacions amunt,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una enaltida condició.</w:t>
      </w:r>
    </w:p>
    <w:p w:rsidR="00874F1D" w:rsidRPr="00EC5419" w:rsidRDefault="00874F1D" w:rsidP="00657694">
      <w:pPr>
        <w:rPr>
          <w:lang w:val="it-IT"/>
        </w:rPr>
      </w:pPr>
      <w:r w:rsidRPr="00EC5419">
        <w:rPr>
          <w:lang w:val="it-IT"/>
        </w:rPr>
        <w:t>No tot serà, però, silenci.</w:t>
      </w:r>
    </w:p>
    <w:p w:rsidR="00874F1D" w:rsidRDefault="00874F1D" w:rsidP="00657694">
      <w:r>
        <w:t>Car diràs la paraula justa,</w:t>
      </w:r>
    </w:p>
    <w:p w:rsidR="00874F1D" w:rsidRDefault="00874F1D" w:rsidP="00657694">
      <w:r>
        <w:t>la diràs en el moment just.</w:t>
      </w:r>
    </w:p>
    <w:p w:rsidR="00874F1D" w:rsidRDefault="00874F1D" w:rsidP="00657694">
      <w:r>
        <w:t>No diràs la teua paraula</w:t>
      </w:r>
    </w:p>
    <w:p w:rsidR="00874F1D" w:rsidRDefault="00874F1D" w:rsidP="00657694">
      <w:r>
        <w:t>amb voluntat d'antologia,</w:t>
      </w:r>
    </w:p>
    <w:p w:rsidR="00874F1D" w:rsidRDefault="00874F1D" w:rsidP="00657694">
      <w:r>
        <w:t>car la diràs honestament,</w:t>
      </w:r>
    </w:p>
    <w:p w:rsidR="00874F1D" w:rsidRDefault="00874F1D" w:rsidP="00657694">
      <w:r>
        <w:t>iradament, sense pensar</w:t>
      </w:r>
    </w:p>
    <w:p w:rsidR="00874F1D" w:rsidRDefault="00874F1D" w:rsidP="00657694">
      <w:r>
        <w:t>en ninguna posteritat,</w:t>
      </w:r>
    </w:p>
    <w:p w:rsidR="00874F1D" w:rsidRDefault="00874F1D" w:rsidP="00657694">
      <w:r>
        <w:t>com no siga la del teu poble.</w:t>
      </w:r>
    </w:p>
    <w:p w:rsidR="00874F1D" w:rsidRPr="00EC5419" w:rsidRDefault="00874F1D" w:rsidP="00657694">
      <w:pPr>
        <w:rPr>
          <w:lang w:val="sv-SE"/>
        </w:rPr>
      </w:pPr>
      <w:r w:rsidRPr="00EC5419">
        <w:rPr>
          <w:lang w:val="sv-SE"/>
        </w:rPr>
        <w:t>Potser et maten o potser</w:t>
      </w:r>
    </w:p>
    <w:p w:rsidR="00874F1D" w:rsidRPr="00EC5419" w:rsidRDefault="00874F1D" w:rsidP="00657694">
      <w:pPr>
        <w:rPr>
          <w:lang w:val="sv-SE"/>
        </w:rPr>
      </w:pPr>
      <w:r w:rsidRPr="00EC5419">
        <w:rPr>
          <w:lang w:val="sv-SE"/>
        </w:rPr>
        <w:t>se'n riguen, potser et delaten;</w:t>
      </w:r>
    </w:p>
    <w:p w:rsidR="00874F1D" w:rsidRDefault="00874F1D" w:rsidP="00657694">
      <w:r>
        <w:t>tot això son banalitats.</w:t>
      </w:r>
    </w:p>
    <w:p w:rsidR="00874F1D" w:rsidRDefault="00874F1D" w:rsidP="00657694">
      <w:r>
        <w:t>Allò que val és la consciència</w:t>
      </w:r>
    </w:p>
    <w:p w:rsidR="00874F1D" w:rsidRDefault="00874F1D" w:rsidP="00657694">
      <w:r>
        <w:t>de no ser res sino s'és poble.</w:t>
      </w:r>
    </w:p>
    <w:p w:rsidR="00874F1D" w:rsidRPr="00EC5419" w:rsidRDefault="00874F1D" w:rsidP="00657694">
      <w:r w:rsidRPr="00EC5419">
        <w:t>I tu, greument, has escollit.</w:t>
      </w:r>
    </w:p>
    <w:p w:rsidR="00874F1D" w:rsidRDefault="00874F1D" w:rsidP="00657694">
      <w:r>
        <w:t>Després del teu silenci estricte,</w:t>
      </w:r>
    </w:p>
    <w:p w:rsidR="00874F1D" w:rsidRDefault="00874F1D" w:rsidP="00657694">
      <w:r>
        <w:t>camines decididament.</w:t>
      </w:r>
    </w:p>
    <w:p w:rsidR="00874F1D" w:rsidRDefault="00874F1D" w:rsidP="00657694"/>
    <w:p w:rsidR="00874F1D" w:rsidRPr="00EC5419" w:rsidRDefault="00874F1D" w:rsidP="00657694">
      <w:pPr>
        <w:rPr>
          <w:b/>
          <w:bCs/>
          <w:sz w:val="28"/>
          <w:szCs w:val="28"/>
        </w:rPr>
      </w:pPr>
      <w:r w:rsidRPr="00EC5419">
        <w:rPr>
          <w:b/>
          <w:bCs/>
          <w:sz w:val="28"/>
          <w:szCs w:val="28"/>
        </w:rPr>
        <w:t>La poesia de Vicent Andrés Estellés</w:t>
      </w:r>
    </w:p>
    <w:p w:rsidR="00874F1D" w:rsidRPr="00EC5419" w:rsidRDefault="00874F1D" w:rsidP="00657694">
      <w:pPr>
        <w:rPr>
          <w:b/>
          <w:bCs/>
          <w:sz w:val="28"/>
          <w:szCs w:val="28"/>
        </w:rPr>
      </w:pPr>
      <w:r w:rsidRPr="00EC5419">
        <w:rPr>
          <w:b/>
          <w:bCs/>
          <w:sz w:val="28"/>
          <w:szCs w:val="28"/>
        </w:rPr>
        <w:t>Manolo Lillo</w:t>
      </w:r>
    </w:p>
    <w:sectPr w:rsidR="00874F1D" w:rsidRPr="00EC5419" w:rsidSect="005219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694"/>
    <w:rsid w:val="0052195E"/>
    <w:rsid w:val="00534C95"/>
    <w:rsid w:val="00657694"/>
    <w:rsid w:val="00874F1D"/>
    <w:rsid w:val="008C638E"/>
    <w:rsid w:val="00EC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95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197</Words>
  <Characters>1085</Characters>
  <Application>Microsoft Office Outlook</Application>
  <DocSecurity>0</DocSecurity>
  <Lines>0</Lines>
  <Paragraphs>0</Paragraphs>
  <ScaleCrop>false</ScaleCrop>
  <Company>Luffi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PROPIETATS DE LA PENA</dc:title>
  <dc:subject/>
  <dc:creator>Luffi</dc:creator>
  <cp:keywords/>
  <dc:description/>
  <cp:lastModifiedBy>Adela Gascón Leal</cp:lastModifiedBy>
  <cp:revision>2</cp:revision>
  <dcterms:created xsi:type="dcterms:W3CDTF">2013-11-14T19:31:00Z</dcterms:created>
  <dcterms:modified xsi:type="dcterms:W3CDTF">2013-11-14T19:31:00Z</dcterms:modified>
</cp:coreProperties>
</file>