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CF" w:rsidRPr="003B1B2F" w:rsidRDefault="002708CF">
      <w:pPr>
        <w:rPr>
          <w:lang w:val="en-US"/>
        </w:rPr>
      </w:pPr>
      <w:r w:rsidRPr="003B1B2F">
        <w:rPr>
          <w:lang w:val="en-US"/>
        </w:rPr>
        <w:t>READI</w:t>
      </w:r>
      <w:r>
        <w:rPr>
          <w:lang w:val="en-US"/>
        </w:rPr>
        <w:t xml:space="preserve">NG </w:t>
      </w:r>
      <w:bookmarkStart w:id="0" w:name="_GoBack"/>
      <w:bookmarkEnd w:id="0"/>
      <w:r w:rsidRPr="003B1B2F">
        <w:rPr>
          <w:lang w:val="en-US"/>
        </w:rPr>
        <w:t>AN ENGLISH BOOK</w:t>
      </w:r>
    </w:p>
    <w:p w:rsidR="002708CF" w:rsidRPr="003B1B2F" w:rsidRDefault="002708CF">
      <w:pPr>
        <w:rPr>
          <w:lang w:val="en-US"/>
        </w:rPr>
      </w:pPr>
      <w:r w:rsidRPr="003B1B2F">
        <w:rPr>
          <w:lang w:val="en-US"/>
        </w:rPr>
        <w:t>Teacher</w:t>
      </w:r>
      <w:r>
        <w:rPr>
          <w:lang w:val="en-US"/>
        </w:rPr>
        <w:t>’s name</w:t>
      </w:r>
      <w:r w:rsidRPr="003B1B2F">
        <w:rPr>
          <w:lang w:val="en-US"/>
        </w:rPr>
        <w:t>: Francisca Bañó</w:t>
      </w:r>
    </w:p>
    <w:p w:rsidR="002708CF" w:rsidRDefault="002708CF">
      <w:pPr>
        <w:rPr>
          <w:lang w:val="en-US"/>
        </w:rPr>
      </w:pPr>
      <w:r>
        <w:rPr>
          <w:lang w:val="en-US"/>
        </w:rPr>
        <w:t>Student´s name: Anna Ramón Albert</w:t>
      </w:r>
    </w:p>
    <w:p w:rsidR="002708CF" w:rsidRDefault="002708CF">
      <w:pPr>
        <w:rPr>
          <w:lang w:val="en-US"/>
        </w:rPr>
      </w:pPr>
      <w:r>
        <w:rPr>
          <w:lang w:val="en-US"/>
        </w:rPr>
        <w:t>About ten days ago, the English teacher came to our class with a lot of books. She said that we had to take one book and read it.</w:t>
      </w:r>
    </w:p>
    <w:p w:rsidR="002708CF" w:rsidRDefault="002708CF">
      <w:pPr>
        <w:rPr>
          <w:lang w:val="en-US"/>
        </w:rPr>
      </w:pPr>
      <w:r>
        <w:rPr>
          <w:lang w:val="en-US"/>
        </w:rPr>
        <w:t>I decided to read “The picture of Dorian Gray” because I thought that this book could be interesting and now… I can say that I wasn’t wrong. This book was amazing for me and with it I could imagine I was in the story too.</w:t>
      </w:r>
    </w:p>
    <w:p w:rsidR="002708CF" w:rsidRDefault="002708CF">
      <w:pPr>
        <w:rPr>
          <w:lang w:val="en-US"/>
        </w:rPr>
      </w:pPr>
      <w:r>
        <w:rPr>
          <w:lang w:val="en-US"/>
        </w:rPr>
        <w:t>When I had a problem reading the  book, I tried to go on reading and I tried to guess the meaning of the word I didn’t know or I looked up the word in the dictionary or I asked my English teacher. We always wrote the unknown word and the page with the meaning in our notebook.</w:t>
      </w:r>
    </w:p>
    <w:p w:rsidR="002708CF" w:rsidRDefault="002708CF">
      <w:pPr>
        <w:rPr>
          <w:lang w:val="en-US"/>
        </w:rPr>
      </w:pPr>
      <w:r>
        <w:rPr>
          <w:lang w:val="en-US"/>
        </w:rPr>
        <w:t>Those were the things that I did to overcome the difficulties. Then, I did an English book project. Now, I have a better English level than before and with this experience I have improved my English level.</w:t>
      </w:r>
    </w:p>
    <w:p w:rsidR="002708CF" w:rsidRPr="003B1B2F" w:rsidRDefault="002708CF">
      <w:pPr>
        <w:rPr>
          <w:lang w:val="en-US"/>
        </w:rPr>
      </w:pPr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alt="http://www.thebooksguide.com/gallery/the-picture-of-dorian-gray-by-oscar-wilde/the_picture-_of_dorian_gray_by_oscar_wilde.jpg" style="position:absolute;margin-left:88.2pt;margin-top:34pt;width:234.75pt;height:400.35pt;z-index:251658240;visibility:visible">
            <v:imagedata r:id="rId4" o:title=""/>
          </v:shape>
        </w:pict>
      </w:r>
    </w:p>
    <w:sectPr w:rsidR="002708CF" w:rsidRPr="003B1B2F" w:rsidSect="009A4A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2F"/>
    <w:rsid w:val="002708CF"/>
    <w:rsid w:val="003329E9"/>
    <w:rsid w:val="003B1B2F"/>
    <w:rsid w:val="007D4452"/>
    <w:rsid w:val="00931D4D"/>
    <w:rsid w:val="009A4A33"/>
    <w:rsid w:val="00EA4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33"/>
    <w:pPr>
      <w:spacing w:after="200" w:line="276" w:lineRule="auto"/>
    </w:pPr>
    <w:rPr>
      <w:lang w:val="ca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B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1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142</Words>
  <Characters>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AN ENGLISH BOOK</dc:title>
  <dc:subject/>
  <dc:creator>Toni</dc:creator>
  <cp:keywords/>
  <dc:description/>
  <cp:lastModifiedBy>Adela Gascón Leal</cp:lastModifiedBy>
  <cp:revision>2</cp:revision>
  <dcterms:created xsi:type="dcterms:W3CDTF">2014-03-29T22:13:00Z</dcterms:created>
  <dcterms:modified xsi:type="dcterms:W3CDTF">2014-03-29T22:13:00Z</dcterms:modified>
</cp:coreProperties>
</file>