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58" w:rsidRDefault="00742E58" w:rsidP="00B33960">
      <w:pPr>
        <w:jc w:val="center"/>
        <w:rPr>
          <w:color w:val="000000"/>
          <w:sz w:val="28"/>
          <w:szCs w:val="28"/>
          <w:u w:val="single"/>
          <w:lang w:val="en-GB"/>
        </w:rPr>
      </w:pPr>
      <w:r>
        <w:rPr>
          <w:color w:val="000000"/>
          <w:sz w:val="28"/>
          <w:szCs w:val="28"/>
          <w:u w:val="single"/>
          <w:lang w:val="en-GB"/>
        </w:rPr>
        <w:t>Reading an English book.</w:t>
      </w:r>
    </w:p>
    <w:p w:rsidR="00742E58" w:rsidRPr="00B33960" w:rsidRDefault="00742E58" w:rsidP="00B33960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Theacher:  </w:t>
      </w:r>
      <w:r w:rsidRPr="00B33960">
        <w:rPr>
          <w:color w:val="000000"/>
          <w:lang w:val="en-US"/>
        </w:rPr>
        <w:t xml:space="preserve">Francisca Baño.                                                      </w:t>
      </w:r>
    </w:p>
    <w:p w:rsidR="00742E58" w:rsidRPr="00B33960" w:rsidRDefault="00742E58" w:rsidP="00B33960">
      <w:pPr>
        <w:rPr>
          <w:color w:val="000000"/>
          <w:lang w:val="en-US"/>
        </w:rPr>
      </w:pPr>
      <w:r>
        <w:rPr>
          <w:color w:val="000000"/>
          <w:lang w:val="en-US"/>
        </w:rPr>
        <w:t xml:space="preserve">Student: </w:t>
      </w:r>
      <w:r w:rsidRPr="00B33960">
        <w:rPr>
          <w:color w:val="000000"/>
          <w:lang w:val="en-US"/>
        </w:rPr>
        <w:t>Jordi Ruiz Riaza.</w:t>
      </w:r>
    </w:p>
    <w:p w:rsidR="00742E58" w:rsidRDefault="00742E58" w:rsidP="00B33960">
      <w:pPr>
        <w:rPr>
          <w:color w:val="000000"/>
          <w:lang w:val="en-GB"/>
        </w:rPr>
      </w:pPr>
      <w:r>
        <w:rPr>
          <w:color w:val="000000"/>
          <w:lang w:val="en-GB"/>
        </w:rPr>
        <w:t>One day, the teacher brought a lot of English books of the different levels. I took a book. Then I started to read a book. The first chapter is the easiest of the story. After this the chapters are difficult. When I finished the book, I answered the questions about the story.</w:t>
      </w:r>
    </w:p>
    <w:p w:rsidR="00742E58" w:rsidRDefault="00742E58" w:rsidP="00B33960">
      <w:pPr>
        <w:rPr>
          <w:color w:val="000000"/>
          <w:lang w:val="en-GB"/>
        </w:rPr>
      </w:pPr>
      <w:r>
        <w:rPr>
          <w:color w:val="000000"/>
          <w:lang w:val="en-GB"/>
        </w:rPr>
        <w:t>In my opinion this experience improved my English level.</w:t>
      </w:r>
    </w:p>
    <w:p w:rsidR="00742E58" w:rsidRDefault="00742E58" w:rsidP="00B33960">
      <w:pPr>
        <w:rPr>
          <w:color w:val="000000"/>
          <w:lang w:val="en-GB"/>
        </w:rPr>
      </w:pPr>
      <w:r>
        <w:rPr>
          <w:color w:val="000000"/>
          <w:lang w:val="en-GB"/>
        </w:rPr>
        <w:t xml:space="preserve">Title of the book: The Hacker. An adventure story </w:t>
      </w:r>
    </w:p>
    <w:p w:rsidR="00742E58" w:rsidRDefault="00742E58" w:rsidP="00B33960">
      <w:pPr>
        <w:rPr>
          <w:color w:val="000000"/>
          <w:lang w:val="en-GB"/>
        </w:rPr>
      </w:pPr>
      <w:r>
        <w:rPr>
          <w:color w:val="000000"/>
          <w:lang w:val="en-GB"/>
        </w:rPr>
        <w:t>Writer: Ken Harris.</w:t>
      </w:r>
    </w:p>
    <w:p w:rsidR="00742E58" w:rsidRPr="00BB49EA" w:rsidRDefault="00742E58" w:rsidP="00BB49EA">
      <w:pPr>
        <w:rPr>
          <w:color w:val="000000"/>
          <w:lang w:val="en-GB"/>
        </w:rPr>
      </w:pPr>
      <w:r w:rsidRPr="007B0DA9">
        <w:rPr>
          <w:noProof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alt="http://file1.npage.de/008515/74/bilder/k1600_the_hacker.jpg" style="width:183.75pt;height:291.75pt;visibility:visible">
            <v:imagedata r:id="rId4" o:title=""/>
          </v:shape>
        </w:pict>
      </w:r>
    </w:p>
    <w:p w:rsidR="00742E58" w:rsidRPr="00BB49EA" w:rsidRDefault="00742E58">
      <w:pPr>
        <w:rPr>
          <w:color w:val="000000"/>
          <w:lang w:val="en-GB"/>
        </w:rPr>
      </w:pPr>
    </w:p>
    <w:sectPr w:rsidR="00742E58" w:rsidRPr="00BB49EA" w:rsidSect="003441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crosoft Yi Baiti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9EA"/>
    <w:rsid w:val="0006361B"/>
    <w:rsid w:val="00344197"/>
    <w:rsid w:val="00742E58"/>
    <w:rsid w:val="007B0DA9"/>
    <w:rsid w:val="00875BDB"/>
    <w:rsid w:val="008A56D7"/>
    <w:rsid w:val="00A316F9"/>
    <w:rsid w:val="00B33960"/>
    <w:rsid w:val="00B3692E"/>
    <w:rsid w:val="00BB49EA"/>
    <w:rsid w:val="00CF6BC5"/>
    <w:rsid w:val="00D42022"/>
    <w:rsid w:val="00EB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icrosoft Yi Bait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197"/>
    <w:pPr>
      <w:spacing w:after="200" w:line="276" w:lineRule="auto"/>
    </w:pPr>
    <w:rPr>
      <w:lang w:eastAsia="ii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2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83</Words>
  <Characters>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an English book</dc:title>
  <dc:subject/>
  <dc:creator>Vicente</dc:creator>
  <cp:keywords/>
  <dc:description/>
  <cp:lastModifiedBy>Adela Gascón Leal</cp:lastModifiedBy>
  <cp:revision>2</cp:revision>
  <cp:lastPrinted>2014-03-24T15:36:00Z</cp:lastPrinted>
  <dcterms:created xsi:type="dcterms:W3CDTF">2014-03-29T21:55:00Z</dcterms:created>
  <dcterms:modified xsi:type="dcterms:W3CDTF">2014-03-29T21:55:00Z</dcterms:modified>
</cp:coreProperties>
</file>