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F6" w:rsidRDefault="00C36FF6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Reading an English book.</w:t>
      </w:r>
    </w:p>
    <w:p w:rsidR="00C36FF6" w:rsidRDefault="00C36FF6">
      <w:pPr>
        <w:rPr>
          <w:sz w:val="28"/>
          <w:szCs w:val="28"/>
          <w:lang w:val="en-GB"/>
        </w:rPr>
      </w:pPr>
    </w:p>
    <w:p w:rsidR="00C36FF6" w:rsidRDefault="00C36FF6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The picture of Dorian Gray by Oscar Wilde. Its an suspense book.</w:t>
      </w:r>
    </w:p>
    <w:p w:rsidR="00C36FF6" w:rsidRDefault="00C36FF6">
      <w:pPr>
        <w:rPr>
          <w:sz w:val="28"/>
          <w:szCs w:val="28"/>
          <w:lang w:val="en-GB"/>
        </w:rPr>
      </w:pPr>
    </w:p>
    <w:p w:rsidR="00C36FF6" w:rsidRDefault="00C36FF6" w:rsidP="004246D0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On day the teacher brought us a lot of books of different levels. She gave us one book. I chose a very interesting book. It was the Picture of Dorian Gray. First I red a paragraph and  tried to understood the general idea . When I had a difficulty I looked up the word on the dictionary.                       The reading was very fun and easy but the book had a very important lesson, and people can open their eyes and see what is the real life.              When I finished the book I was very satisfied but very sad because the story had finished. After that I answered the questions of the teachers and the I took other book.</w:t>
      </w:r>
    </w:p>
    <w:p w:rsidR="00C36FF6" w:rsidRDefault="00C36FF6" w:rsidP="004246D0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I had improve my English and recommend this book  </w:t>
      </w:r>
      <w:r w:rsidRPr="004246D0">
        <w:rPr>
          <w:sz w:val="28"/>
          <w:szCs w:val="28"/>
          <w:lang w:val="en-GB"/>
        </w:rPr>
        <w:sym w:font="Wingdings" w:char="F04A"/>
      </w:r>
    </w:p>
    <w:p w:rsidR="00C36FF6" w:rsidRPr="001A487D" w:rsidRDefault="00C36FF6" w:rsidP="004246D0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Julud Masoud 3A    and the English Teacher Francisca Bañó </w:t>
      </w:r>
    </w:p>
    <w:sectPr w:rsidR="00C36FF6" w:rsidRPr="001A487D" w:rsidSect="008438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87D"/>
    <w:rsid w:val="001420DE"/>
    <w:rsid w:val="001A487D"/>
    <w:rsid w:val="004246D0"/>
    <w:rsid w:val="006B46DC"/>
    <w:rsid w:val="008438CC"/>
    <w:rsid w:val="009B17C8"/>
    <w:rsid w:val="00B3728E"/>
    <w:rsid w:val="00C36FF6"/>
    <w:rsid w:val="00F1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8C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A4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A48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128</Words>
  <Characters>706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an English book</dc:title>
  <dc:subject/>
  <dc:creator>Usuario</dc:creator>
  <cp:keywords/>
  <dc:description/>
  <cp:lastModifiedBy>Adela Gascón Leal</cp:lastModifiedBy>
  <cp:revision>2</cp:revision>
  <dcterms:created xsi:type="dcterms:W3CDTF">2014-04-10T21:20:00Z</dcterms:created>
  <dcterms:modified xsi:type="dcterms:W3CDTF">2014-04-10T21:20:00Z</dcterms:modified>
</cp:coreProperties>
</file>