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890" w:rsidRDefault="00A92890" w:rsidP="008415E1">
      <w:pPr>
        <w:jc w:val="center"/>
        <w:rPr>
          <w:sz w:val="32"/>
          <w:lang w:val="en-GB"/>
        </w:rPr>
      </w:pPr>
      <w:r>
        <w:rPr>
          <w:noProof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s1026" type="#_x0000_t75" alt="http://www.libreriavertice.com/img/portadas/9789963475087.jpg" style="position:absolute;left:0;text-align:left;margin-left:333.45pt;margin-top:-8.6pt;width:122.25pt;height:187.5pt;z-index:-251658240;visibility:visible">
            <v:imagedata r:id="rId5" o:title=""/>
            <w10:wrap type="square"/>
          </v:shape>
        </w:pict>
      </w:r>
      <w:r w:rsidRPr="008415E1">
        <w:rPr>
          <w:sz w:val="32"/>
          <w:lang w:val="en-GB"/>
        </w:rPr>
        <w:t>PROJECT COMENIUS</w:t>
      </w:r>
    </w:p>
    <w:p w:rsidR="00A92890" w:rsidRPr="008415E1" w:rsidRDefault="00A92890" w:rsidP="008415E1">
      <w:pPr>
        <w:jc w:val="center"/>
        <w:rPr>
          <w:sz w:val="32"/>
          <w:lang w:val="en-GB"/>
        </w:rPr>
      </w:pPr>
    </w:p>
    <w:p w:rsidR="00A92890" w:rsidRPr="008415E1" w:rsidRDefault="00A92890" w:rsidP="008415E1">
      <w:pPr>
        <w:pStyle w:val="ListParagraph"/>
        <w:numPr>
          <w:ilvl w:val="0"/>
          <w:numId w:val="1"/>
        </w:numPr>
        <w:jc w:val="both"/>
        <w:rPr>
          <w:sz w:val="26"/>
          <w:szCs w:val="26"/>
          <w:lang w:val="en-GB"/>
        </w:rPr>
      </w:pPr>
      <w:r w:rsidRPr="008415E1">
        <w:rPr>
          <w:b/>
          <w:sz w:val="26"/>
          <w:szCs w:val="26"/>
          <w:lang w:val="en-GB"/>
        </w:rPr>
        <w:t>Title of the activity:</w:t>
      </w:r>
      <w:r w:rsidRPr="008415E1">
        <w:rPr>
          <w:sz w:val="26"/>
          <w:szCs w:val="26"/>
          <w:lang w:val="en-GB"/>
        </w:rPr>
        <w:t xml:space="preserve"> reading an English book. </w:t>
      </w:r>
    </w:p>
    <w:p w:rsidR="00A92890" w:rsidRPr="008415E1" w:rsidRDefault="00A92890" w:rsidP="008415E1">
      <w:pPr>
        <w:pStyle w:val="ListParagraph"/>
        <w:numPr>
          <w:ilvl w:val="0"/>
          <w:numId w:val="1"/>
        </w:numPr>
        <w:jc w:val="both"/>
        <w:rPr>
          <w:sz w:val="26"/>
          <w:szCs w:val="26"/>
          <w:lang w:val="en-GB"/>
        </w:rPr>
      </w:pPr>
      <w:r w:rsidRPr="008415E1">
        <w:rPr>
          <w:b/>
          <w:sz w:val="26"/>
          <w:szCs w:val="26"/>
          <w:lang w:val="en-GB"/>
        </w:rPr>
        <w:t>Name of the teacher and the student</w:t>
      </w:r>
      <w:r w:rsidRPr="008415E1">
        <w:rPr>
          <w:sz w:val="26"/>
          <w:szCs w:val="26"/>
          <w:lang w:val="en-GB"/>
        </w:rPr>
        <w:t>: the teacher is Francisca Bañó and the student is Reda Laraqui.</w:t>
      </w:r>
    </w:p>
    <w:p w:rsidR="00A92890" w:rsidRPr="008415E1" w:rsidRDefault="00A92890" w:rsidP="008415E1">
      <w:pPr>
        <w:pStyle w:val="ListParagraph"/>
        <w:numPr>
          <w:ilvl w:val="0"/>
          <w:numId w:val="1"/>
        </w:numPr>
        <w:jc w:val="both"/>
        <w:rPr>
          <w:sz w:val="26"/>
          <w:szCs w:val="26"/>
          <w:lang w:val="en-GB"/>
        </w:rPr>
      </w:pPr>
      <w:r w:rsidRPr="008415E1">
        <w:rPr>
          <w:b/>
          <w:sz w:val="26"/>
          <w:szCs w:val="26"/>
          <w:lang w:val="en-GB"/>
        </w:rPr>
        <w:t>Title of the book and author</w:t>
      </w:r>
      <w:r w:rsidRPr="008415E1">
        <w:rPr>
          <w:sz w:val="26"/>
          <w:szCs w:val="26"/>
          <w:lang w:val="en-GB"/>
        </w:rPr>
        <w:t>: the title is “Vampire Tales”, and the author is David Grant.</w:t>
      </w:r>
    </w:p>
    <w:p w:rsidR="00A92890" w:rsidRPr="008415E1" w:rsidRDefault="00A92890" w:rsidP="008415E1">
      <w:pPr>
        <w:pStyle w:val="ListParagraph"/>
        <w:numPr>
          <w:ilvl w:val="0"/>
          <w:numId w:val="1"/>
        </w:numPr>
        <w:jc w:val="both"/>
        <w:rPr>
          <w:sz w:val="26"/>
          <w:szCs w:val="26"/>
          <w:lang w:val="en-GB"/>
        </w:rPr>
      </w:pPr>
      <w:r w:rsidRPr="008415E1">
        <w:rPr>
          <w:b/>
          <w:sz w:val="26"/>
          <w:szCs w:val="26"/>
          <w:lang w:val="en-GB"/>
        </w:rPr>
        <w:t>Description of the experience and the valoration</w:t>
      </w:r>
      <w:r w:rsidRPr="008415E1">
        <w:rPr>
          <w:sz w:val="26"/>
          <w:szCs w:val="26"/>
          <w:lang w:val="en-GB"/>
        </w:rPr>
        <w:t>: is a thrilling and mysterious book, and the experience is:</w:t>
      </w:r>
    </w:p>
    <w:p w:rsidR="00A92890" w:rsidRPr="008415E1" w:rsidRDefault="00A92890" w:rsidP="008415E1">
      <w:pPr>
        <w:ind w:left="720"/>
        <w:jc w:val="both"/>
        <w:rPr>
          <w:sz w:val="26"/>
          <w:szCs w:val="26"/>
          <w:lang w:val="en-GB"/>
        </w:rPr>
      </w:pPr>
      <w:r w:rsidRPr="008415E1">
        <w:rPr>
          <w:sz w:val="26"/>
          <w:szCs w:val="26"/>
          <w:lang w:val="en-GB"/>
        </w:rPr>
        <w:t>The English teacher gave us one book, I chose “Vampire Tales”. I started to read the book, it was interesting, but for me it was boring. When I finished the book, I was happy because I was tired of reading that book.</w:t>
      </w:r>
    </w:p>
    <w:p w:rsidR="00A92890" w:rsidRPr="008415E1" w:rsidRDefault="00A92890" w:rsidP="008415E1">
      <w:pPr>
        <w:ind w:left="720"/>
        <w:jc w:val="both"/>
        <w:rPr>
          <w:sz w:val="26"/>
          <w:szCs w:val="26"/>
          <w:lang w:val="en-GB"/>
        </w:rPr>
      </w:pPr>
      <w:r w:rsidRPr="008415E1">
        <w:rPr>
          <w:sz w:val="26"/>
          <w:szCs w:val="26"/>
          <w:lang w:val="en-GB"/>
        </w:rPr>
        <w:t>Then, the teacher put some questions about the book on the blackboard, and then, I copied them and then I answered the questions on my notebook. Then I gave the text to my teacher and she corrected it.</w:t>
      </w:r>
    </w:p>
    <w:p w:rsidR="00A92890" w:rsidRDefault="00A92890" w:rsidP="008415E1">
      <w:pPr>
        <w:ind w:left="705"/>
        <w:jc w:val="both"/>
        <w:rPr>
          <w:sz w:val="26"/>
          <w:szCs w:val="26"/>
          <w:lang w:val="en-GB"/>
        </w:rPr>
      </w:pPr>
      <w:r w:rsidRPr="008415E1">
        <w:rPr>
          <w:sz w:val="26"/>
          <w:szCs w:val="26"/>
          <w:lang w:val="en-GB"/>
        </w:rPr>
        <w:t xml:space="preserve">In my opinion, this experience was good for me, because I knew many new words in English. </w:t>
      </w:r>
    </w:p>
    <w:p w:rsidR="00A92890" w:rsidRDefault="00A92890" w:rsidP="008415E1">
      <w:pPr>
        <w:ind w:left="705"/>
        <w:jc w:val="both"/>
        <w:rPr>
          <w:sz w:val="26"/>
          <w:szCs w:val="26"/>
          <w:lang w:val="en-GB"/>
        </w:rPr>
      </w:pPr>
      <w:bookmarkStart w:id="0" w:name="_GoBack"/>
      <w:bookmarkEnd w:id="0"/>
    </w:p>
    <w:p w:rsidR="00A92890" w:rsidRPr="008415E1" w:rsidRDefault="00A92890" w:rsidP="008415E1">
      <w:pPr>
        <w:ind w:left="705"/>
        <w:jc w:val="right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Reda Laraqui Piris. 3º A</w:t>
      </w:r>
    </w:p>
    <w:sectPr w:rsidR="00A92890" w:rsidRPr="008415E1" w:rsidSect="000911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70A92"/>
    <w:multiLevelType w:val="hybridMultilevel"/>
    <w:tmpl w:val="AEBE5970"/>
    <w:lvl w:ilvl="0" w:tplc="B756F56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04F2"/>
    <w:rsid w:val="0009115B"/>
    <w:rsid w:val="004A6255"/>
    <w:rsid w:val="007131F6"/>
    <w:rsid w:val="008415E1"/>
    <w:rsid w:val="00A004F2"/>
    <w:rsid w:val="00A92890"/>
    <w:rsid w:val="00A93D6E"/>
    <w:rsid w:val="00F37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15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004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41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15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139</Words>
  <Characters>765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COMENIUS</dc:title>
  <dc:subject/>
  <dc:creator>portatil Reda</dc:creator>
  <cp:keywords/>
  <dc:description/>
  <cp:lastModifiedBy>Adela Gascón Leal</cp:lastModifiedBy>
  <cp:revision>2</cp:revision>
  <dcterms:created xsi:type="dcterms:W3CDTF">2014-04-10T23:04:00Z</dcterms:created>
  <dcterms:modified xsi:type="dcterms:W3CDTF">2014-04-10T23:04:00Z</dcterms:modified>
</cp:coreProperties>
</file>